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962" w:rsidRPr="005622B5" w:rsidRDefault="00D93962" w:rsidP="001F3170">
      <w:pPr>
        <w:ind w:left="1440"/>
        <w:jc w:val="right"/>
        <w:rPr>
          <w:sz w:val="28"/>
          <w:szCs w:val="28"/>
        </w:rPr>
      </w:pPr>
    </w:p>
    <w:p w:rsidR="00D93962" w:rsidRPr="003B1112" w:rsidRDefault="00D93962" w:rsidP="007A0825">
      <w:pPr>
        <w:ind w:left="4860" w:firstLine="540"/>
        <w:rPr>
          <w:sz w:val="28"/>
          <w:szCs w:val="28"/>
          <w:lang w:val="ru-RU"/>
        </w:rPr>
      </w:pPr>
      <w:r w:rsidRPr="00BD08A4">
        <w:rPr>
          <w:sz w:val="28"/>
          <w:szCs w:val="28"/>
        </w:rPr>
        <w:t xml:space="preserve">Приложение </w:t>
      </w:r>
      <w:r w:rsidRPr="00BD08A4">
        <w:rPr>
          <w:sz w:val="28"/>
          <w:szCs w:val="28"/>
          <w:lang w:val="ru-RU"/>
        </w:rPr>
        <w:t>№</w:t>
      </w:r>
      <w:r w:rsidRPr="000F39CA">
        <w:rPr>
          <w:sz w:val="28"/>
          <w:szCs w:val="28"/>
          <w:lang w:val="ru-RU"/>
        </w:rPr>
        <w:t xml:space="preserve"> </w:t>
      </w:r>
      <w:r w:rsidRPr="003B1112">
        <w:rPr>
          <w:sz w:val="28"/>
          <w:szCs w:val="28"/>
          <w:lang w:val="ru-RU"/>
        </w:rPr>
        <w:t>1</w:t>
      </w:r>
    </w:p>
    <w:p w:rsidR="00D93962" w:rsidRPr="003B1112" w:rsidRDefault="00D93962" w:rsidP="007A0825">
      <w:pPr>
        <w:ind w:left="4248" w:firstLine="708"/>
        <w:jc w:val="center"/>
        <w:rPr>
          <w:sz w:val="28"/>
          <w:szCs w:val="28"/>
          <w:lang w:val="ru-RU"/>
        </w:rPr>
      </w:pPr>
      <w:r w:rsidRPr="003B111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Към рег. </w:t>
      </w:r>
      <w:r w:rsidRPr="00BD08A4">
        <w:rPr>
          <w:sz w:val="28"/>
          <w:szCs w:val="28"/>
          <w:lang w:val="ru-RU"/>
        </w:rPr>
        <w:t>№______/___.___.201</w:t>
      </w:r>
      <w:r>
        <w:rPr>
          <w:sz w:val="28"/>
          <w:szCs w:val="28"/>
        </w:rPr>
        <w:t>5</w:t>
      </w:r>
      <w:r w:rsidRPr="00BD08A4">
        <w:rPr>
          <w:sz w:val="28"/>
          <w:szCs w:val="28"/>
          <w:lang w:val="ru-RU"/>
        </w:rPr>
        <w:t xml:space="preserve"> г.</w:t>
      </w:r>
    </w:p>
    <w:p w:rsidR="00D93962" w:rsidRDefault="00D93962" w:rsidP="00460D7C">
      <w:pPr>
        <w:jc w:val="right"/>
        <w:rPr>
          <w:lang w:val="en-US"/>
        </w:rPr>
      </w:pPr>
    </w:p>
    <w:p w:rsidR="00D93962" w:rsidRDefault="00D93962" w:rsidP="00460D7C">
      <w:pPr>
        <w:jc w:val="right"/>
        <w:rPr>
          <w:lang w:val="en-US"/>
        </w:rPr>
      </w:pPr>
    </w:p>
    <w:p w:rsidR="00D93962" w:rsidRPr="007A0825" w:rsidRDefault="00D93962" w:rsidP="00460D7C">
      <w:pPr>
        <w:jc w:val="right"/>
        <w:rPr>
          <w:lang w:val="en-US"/>
        </w:rPr>
      </w:pPr>
    </w:p>
    <w:p w:rsidR="00D93962" w:rsidRPr="00D5693F" w:rsidRDefault="00D93962" w:rsidP="001F3170">
      <w:pPr>
        <w:tabs>
          <w:tab w:val="left" w:pos="-3240"/>
        </w:tabs>
        <w:ind w:left="1800"/>
        <w:jc w:val="center"/>
        <w:outlineLvl w:val="0"/>
        <w:rPr>
          <w:b/>
          <w:sz w:val="28"/>
          <w:szCs w:val="28"/>
          <w:lang w:val="ru-RU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  <w:r w:rsidRPr="007C2549">
        <w:rPr>
          <w:sz w:val="28"/>
          <w:szCs w:val="28"/>
        </w:rPr>
        <w:t>КОЛИЧЕСТВО И ИЗИСКВАНИЯ ЗА АРТИКУЛИТЕ</w:t>
      </w: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Pr="00CE0DCB" w:rsidRDefault="00D93962" w:rsidP="00246D27">
      <w:pPr>
        <w:numPr>
          <w:ilvl w:val="0"/>
          <w:numId w:val="9"/>
        </w:numPr>
        <w:tabs>
          <w:tab w:val="num" w:pos="-120"/>
          <w:tab w:val="left" w:pos="2160"/>
          <w:tab w:val="left" w:pos="2398"/>
        </w:tabs>
        <w:ind w:left="0" w:firstLine="1800"/>
        <w:jc w:val="both"/>
        <w:rPr>
          <w:sz w:val="28"/>
          <w:szCs w:val="28"/>
        </w:rPr>
      </w:pPr>
      <w:r w:rsidRPr="00CE0DCB">
        <w:rPr>
          <w:sz w:val="28"/>
          <w:szCs w:val="28"/>
          <w:lang w:val="ru-RU"/>
        </w:rPr>
        <w:t xml:space="preserve">ОП №1 </w:t>
      </w:r>
      <w:r w:rsidRPr="00CE0DCB">
        <w:rPr>
          <w:sz w:val="28"/>
          <w:szCs w:val="28"/>
        </w:rPr>
        <w:t xml:space="preserve">„Резервни части за система Екран, с място на доставка </w:t>
      </w:r>
      <w:r w:rsidRPr="00CE0DCB">
        <w:rPr>
          <w:spacing w:val="-5"/>
          <w:sz w:val="28"/>
          <w:szCs w:val="28"/>
        </w:rPr>
        <w:t>военно формирование 32300-Варна”</w:t>
      </w:r>
      <w:r w:rsidRPr="00CE0DCB">
        <w:rPr>
          <w:sz w:val="28"/>
          <w:szCs w:val="28"/>
        </w:rPr>
        <w:t xml:space="preserve"> </w:t>
      </w:r>
    </w:p>
    <w:p w:rsidR="00D93962" w:rsidRDefault="00D93962" w:rsidP="00246D27">
      <w:pPr>
        <w:tabs>
          <w:tab w:val="left" w:pos="-3240"/>
        </w:tabs>
        <w:outlineLvl w:val="0"/>
        <w:rPr>
          <w:sz w:val="28"/>
          <w:szCs w:val="28"/>
          <w:lang w:val="en-US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803"/>
        <w:gridCol w:w="4117"/>
        <w:gridCol w:w="1057"/>
      </w:tblGrid>
      <w:tr w:rsidR="00D93962" w:rsidRPr="00E622EF" w:rsidTr="004C2622">
        <w:trPr>
          <w:tblHeader/>
        </w:trPr>
        <w:tc>
          <w:tcPr>
            <w:tcW w:w="540" w:type="dxa"/>
            <w:vAlign w:val="center"/>
          </w:tcPr>
          <w:p w:rsidR="00D93962" w:rsidRPr="00E622EF" w:rsidRDefault="00D93962" w:rsidP="004C2622">
            <w:pPr>
              <w:jc w:val="center"/>
              <w:rPr>
                <w:bCs/>
                <w:szCs w:val="28"/>
                <w:lang w:val="ru-RU"/>
              </w:rPr>
            </w:pPr>
            <w:r w:rsidRPr="00E622EF">
              <w:rPr>
                <w:bCs/>
                <w:szCs w:val="28"/>
                <w:lang w:val="ru-RU"/>
              </w:rPr>
              <w:t>№</w:t>
            </w:r>
          </w:p>
        </w:tc>
        <w:tc>
          <w:tcPr>
            <w:tcW w:w="3803" w:type="dxa"/>
            <w:vAlign w:val="center"/>
          </w:tcPr>
          <w:p w:rsidR="00D93962" w:rsidRPr="00E622EF" w:rsidRDefault="00D93962" w:rsidP="004C2622">
            <w:pPr>
              <w:jc w:val="center"/>
              <w:rPr>
                <w:bCs/>
                <w:szCs w:val="28"/>
              </w:rPr>
            </w:pPr>
            <w:r w:rsidRPr="00E622EF">
              <w:rPr>
                <w:bCs/>
                <w:szCs w:val="28"/>
                <w:lang w:val="ru-RU"/>
              </w:rPr>
              <w:t>Наименование</w:t>
            </w:r>
          </w:p>
          <w:p w:rsidR="00D93962" w:rsidRPr="00E622EF" w:rsidRDefault="00D93962" w:rsidP="004C2622">
            <w:pPr>
              <w:jc w:val="center"/>
              <w:rPr>
                <w:bCs/>
                <w:szCs w:val="28"/>
                <w:lang w:val="ru-RU"/>
              </w:rPr>
            </w:pPr>
            <w:r w:rsidRPr="00E622EF">
              <w:rPr>
                <w:bCs/>
                <w:szCs w:val="28"/>
                <w:lang w:val="ru-RU"/>
              </w:rPr>
              <w:t>на имуществото</w:t>
            </w:r>
          </w:p>
        </w:tc>
        <w:tc>
          <w:tcPr>
            <w:tcW w:w="4117" w:type="dxa"/>
            <w:vAlign w:val="center"/>
          </w:tcPr>
          <w:p w:rsidR="00D93962" w:rsidRPr="00E622EF" w:rsidRDefault="00D93962" w:rsidP="004C2622">
            <w:pPr>
              <w:ind w:right="-127"/>
              <w:jc w:val="center"/>
              <w:rPr>
                <w:bCs/>
                <w:szCs w:val="28"/>
              </w:rPr>
            </w:pPr>
            <w:r w:rsidRPr="00E622EF">
              <w:rPr>
                <w:color w:val="000000"/>
                <w:szCs w:val="28"/>
                <w:lang w:val="ru-RU"/>
              </w:rPr>
              <w:t>Стандарт, заводски номер, технически характеристики</w:t>
            </w:r>
          </w:p>
        </w:tc>
        <w:tc>
          <w:tcPr>
            <w:tcW w:w="1057" w:type="dxa"/>
            <w:vAlign w:val="center"/>
          </w:tcPr>
          <w:p w:rsidR="00D93962" w:rsidRPr="00E622EF" w:rsidRDefault="00D93962" w:rsidP="004C2622">
            <w:pPr>
              <w:ind w:left="-108" w:right="-88"/>
              <w:jc w:val="center"/>
              <w:rPr>
                <w:color w:val="000000"/>
                <w:szCs w:val="28"/>
              </w:rPr>
            </w:pPr>
            <w:r w:rsidRPr="00E622EF">
              <w:rPr>
                <w:color w:val="000000"/>
                <w:szCs w:val="28"/>
              </w:rPr>
              <w:t>Брой</w:t>
            </w:r>
          </w:p>
        </w:tc>
      </w:tr>
      <w:tr w:rsidR="00D93962" w:rsidRPr="00E622EF" w:rsidTr="004C2622">
        <w:trPr>
          <w:tblHeader/>
        </w:trPr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tabs>
                <w:tab w:val="clear" w:pos="360"/>
                <w:tab w:val="num" w:pos="-108"/>
              </w:tabs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7742FF" w:rsidRDefault="00D93962" w:rsidP="004C262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</w:t>
            </w:r>
            <w:r w:rsidRPr="007742FF">
              <w:rPr>
                <w:b/>
                <w:color w:val="000000"/>
              </w:rPr>
              <w:t xml:space="preserve">амет за мрежов рутер </w:t>
            </w:r>
          </w:p>
        </w:tc>
        <w:tc>
          <w:tcPr>
            <w:tcW w:w="4117" w:type="dxa"/>
          </w:tcPr>
          <w:p w:rsidR="00D93962" w:rsidRPr="007742FF" w:rsidRDefault="00D93962" w:rsidP="004C2622">
            <w:pPr>
              <w:jc w:val="center"/>
              <w:rPr>
                <w:b/>
                <w:color w:val="000000"/>
              </w:rPr>
            </w:pPr>
            <w:r w:rsidRPr="007742FF">
              <w:rPr>
                <w:b/>
                <w:color w:val="000000"/>
              </w:rPr>
              <w:t>Transcend 512 MB DIMM DDR2</w:t>
            </w:r>
          </w:p>
        </w:tc>
        <w:tc>
          <w:tcPr>
            <w:tcW w:w="1057" w:type="dxa"/>
          </w:tcPr>
          <w:p w:rsidR="00D93962" w:rsidRPr="007742FF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79046B" w:rsidRDefault="00D93962" w:rsidP="004C262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Мрежов комутатор</w:t>
            </w:r>
          </w:p>
        </w:tc>
        <w:tc>
          <w:tcPr>
            <w:tcW w:w="4117" w:type="dxa"/>
          </w:tcPr>
          <w:p w:rsidR="00D93962" w:rsidRPr="008D65CE" w:rsidRDefault="00D93962" w:rsidP="004C2622">
            <w:pPr>
              <w:jc w:val="center"/>
              <w:rPr>
                <w:b/>
                <w:color w:val="000000"/>
              </w:rPr>
            </w:pPr>
            <w:r w:rsidRPr="008D65CE">
              <w:rPr>
                <w:b/>
                <w:color w:val="000000"/>
              </w:rPr>
              <w:t xml:space="preserve">CISCO </w:t>
            </w:r>
            <w:r w:rsidRPr="00793D8D">
              <w:rPr>
                <w:b/>
                <w:color w:val="000000"/>
                <w:lang w:val="en-GB"/>
              </w:rPr>
              <w:t>Switch</w:t>
            </w:r>
            <w:r>
              <w:rPr>
                <w:b/>
                <w:color w:val="000000"/>
              </w:rPr>
              <w:t xml:space="preserve"> </w:t>
            </w:r>
            <w:r w:rsidRPr="008D65CE">
              <w:rPr>
                <w:b/>
                <w:color w:val="000000"/>
              </w:rPr>
              <w:t>WS – C 2960 TT – L</w:t>
            </w:r>
          </w:p>
        </w:tc>
        <w:tc>
          <w:tcPr>
            <w:tcW w:w="1057" w:type="dxa"/>
          </w:tcPr>
          <w:p w:rsidR="00D93962" w:rsidRPr="007742FF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8D65CE" w:rsidRDefault="00D93962" w:rsidP="004C2622">
            <w:pPr>
              <w:rPr>
                <w:b/>
                <w:color w:val="000000"/>
              </w:rPr>
            </w:pPr>
            <w:r w:rsidRPr="008D65CE">
              <w:rPr>
                <w:b/>
                <w:color w:val="000000"/>
              </w:rPr>
              <w:t>4-портов мрежов адаптер</w:t>
            </w:r>
          </w:p>
        </w:tc>
        <w:tc>
          <w:tcPr>
            <w:tcW w:w="4117" w:type="dxa"/>
          </w:tcPr>
          <w:p w:rsidR="00D93962" w:rsidRPr="008D65CE" w:rsidRDefault="00D93962" w:rsidP="004C2622">
            <w:pPr>
              <w:jc w:val="center"/>
              <w:rPr>
                <w:b/>
                <w:color w:val="000000"/>
              </w:rPr>
            </w:pPr>
            <w:r w:rsidRPr="008D65CE">
              <w:rPr>
                <w:b/>
                <w:color w:val="000000"/>
              </w:rPr>
              <w:t>DIGI 2</w:t>
            </w:r>
            <w:r>
              <w:rPr>
                <w:b/>
                <w:color w:val="000000"/>
              </w:rPr>
              <w:t xml:space="preserve"> </w:t>
            </w:r>
            <w:r w:rsidRPr="008D65CE">
              <w:rPr>
                <w:b/>
                <w:color w:val="000000"/>
              </w:rPr>
              <w:t>- 4 port serial to Ethernet Adapter</w:t>
            </w:r>
          </w:p>
        </w:tc>
        <w:tc>
          <w:tcPr>
            <w:tcW w:w="1057" w:type="dxa"/>
          </w:tcPr>
          <w:p w:rsidR="00D93962" w:rsidRPr="007742FF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79046B" w:rsidRDefault="00D93962" w:rsidP="004C262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Стабилизатор на напрежение за специализиран шкаф за компютърно и мрежово оборудване.</w:t>
            </w:r>
          </w:p>
        </w:tc>
        <w:tc>
          <w:tcPr>
            <w:tcW w:w="4117" w:type="dxa"/>
          </w:tcPr>
          <w:p w:rsidR="00D93962" w:rsidRPr="0079046B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Mini</w:t>
            </w:r>
            <w:r w:rsidRPr="00793D8D">
              <w:rPr>
                <w:b/>
                <w:color w:val="000000"/>
                <w:lang w:val="en-GB"/>
              </w:rPr>
              <w:t xml:space="preserve"> </w:t>
            </w:r>
            <w:r>
              <w:rPr>
                <w:b/>
                <w:color w:val="000000"/>
              </w:rPr>
              <w:t>pack</w:t>
            </w:r>
            <w:r w:rsidRPr="00793D8D">
              <w:rPr>
                <w:b/>
                <w:color w:val="000000"/>
                <w:lang w:val="en-GB"/>
              </w:rPr>
              <w:t xml:space="preserve"> </w:t>
            </w:r>
            <w:r>
              <w:rPr>
                <w:b/>
                <w:color w:val="000000"/>
              </w:rPr>
              <w:t>Smart</w:t>
            </w:r>
            <w:r w:rsidRPr="00793D8D">
              <w:rPr>
                <w:b/>
                <w:color w:val="000000"/>
                <w:lang w:val="en-GB"/>
              </w:rPr>
              <w:t xml:space="preserve"> </w:t>
            </w:r>
            <w:r>
              <w:rPr>
                <w:b/>
                <w:color w:val="000000"/>
              </w:rPr>
              <w:t>pack</w:t>
            </w:r>
            <w:r w:rsidRPr="00793D8D">
              <w:rPr>
                <w:b/>
                <w:color w:val="000000"/>
                <w:lang w:val="en-GB"/>
              </w:rPr>
              <w:t xml:space="preserve"> 19” </w:t>
            </w:r>
            <w:r>
              <w:rPr>
                <w:b/>
                <w:color w:val="000000"/>
              </w:rPr>
              <w:t>WEB 48V</w:t>
            </w:r>
          </w:p>
        </w:tc>
        <w:tc>
          <w:tcPr>
            <w:tcW w:w="1057" w:type="dxa"/>
          </w:tcPr>
          <w:p w:rsidR="00D93962" w:rsidRPr="0079046B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793D8D" w:rsidRDefault="00D93962" w:rsidP="004C2622">
            <w:pPr>
              <w:rPr>
                <w:b/>
                <w:color w:val="000000"/>
              </w:rPr>
            </w:pPr>
            <w:r>
              <w:rPr>
                <w:b/>
              </w:rPr>
              <w:t>П</w:t>
            </w:r>
            <w:r w:rsidRPr="0079046B">
              <w:rPr>
                <w:b/>
              </w:rPr>
              <w:t>латка</w:t>
            </w:r>
            <w:r>
              <w:rPr>
                <w:b/>
              </w:rPr>
              <w:t xml:space="preserve"> „</w:t>
            </w:r>
            <w:r w:rsidRPr="0079046B">
              <w:rPr>
                <w:b/>
              </w:rPr>
              <w:t>Analog board</w:t>
            </w:r>
            <w:r>
              <w:rPr>
                <w:b/>
              </w:rPr>
              <w:t>”</w:t>
            </w:r>
            <w:r w:rsidRPr="0079046B">
              <w:rPr>
                <w:b/>
              </w:rPr>
              <w:t xml:space="preserve"> </w:t>
            </w:r>
            <w:r>
              <w:rPr>
                <w:b/>
              </w:rPr>
              <w:t>за</w:t>
            </w:r>
            <w:r w:rsidRPr="0079046B">
              <w:rPr>
                <w:b/>
              </w:rPr>
              <w:t xml:space="preserve"> РЛС „GEM</w:t>
            </w:r>
            <w:r>
              <w:rPr>
                <w:b/>
              </w:rPr>
              <w:t>”</w:t>
            </w:r>
            <w:r w:rsidRPr="0079046B">
              <w:rPr>
                <w:b/>
              </w:rPr>
              <w:t xml:space="preserve"> RT</w:t>
            </w:r>
            <w:r w:rsidRPr="00793D8D">
              <w:rPr>
                <w:b/>
              </w:rPr>
              <w:t xml:space="preserve"> 03-25/</w:t>
            </w:r>
            <w:r w:rsidRPr="0079046B">
              <w:rPr>
                <w:b/>
              </w:rPr>
              <w:t>D</w:t>
            </w:r>
            <w:r w:rsidRPr="00793D8D">
              <w:rPr>
                <w:b/>
              </w:rPr>
              <w:t xml:space="preserve"> </w:t>
            </w:r>
          </w:p>
        </w:tc>
        <w:tc>
          <w:tcPr>
            <w:tcW w:w="4117" w:type="dxa"/>
          </w:tcPr>
          <w:p w:rsidR="00D93962" w:rsidRPr="00D54548" w:rsidRDefault="00D93962" w:rsidP="004C2622">
            <w:pPr>
              <w:jc w:val="center"/>
              <w:rPr>
                <w:b/>
                <w:color w:val="000000"/>
              </w:rPr>
            </w:pPr>
            <w:r w:rsidRPr="00D54548">
              <w:rPr>
                <w:b/>
              </w:rPr>
              <w:t>ITS – 26000</w:t>
            </w:r>
          </w:p>
        </w:tc>
        <w:tc>
          <w:tcPr>
            <w:tcW w:w="1057" w:type="dxa"/>
          </w:tcPr>
          <w:p w:rsidR="00D93962" w:rsidRPr="0079046B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136CC8" w:rsidRDefault="00D93962" w:rsidP="004C262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Платка Модулатор за </w:t>
            </w:r>
            <w:r w:rsidRPr="0079046B">
              <w:rPr>
                <w:b/>
              </w:rPr>
              <w:t>РЛС „GEM</w:t>
            </w:r>
            <w:r>
              <w:rPr>
                <w:b/>
              </w:rPr>
              <w:t xml:space="preserve">” </w:t>
            </w:r>
            <w:r w:rsidRPr="0079046B">
              <w:rPr>
                <w:b/>
              </w:rPr>
              <w:t>RT</w:t>
            </w:r>
            <w:r w:rsidRPr="00136CC8">
              <w:rPr>
                <w:b/>
                <w:lang w:val="ru-RU"/>
              </w:rPr>
              <w:t xml:space="preserve"> 03-25/</w:t>
            </w:r>
            <w:r w:rsidRPr="0079046B">
              <w:rPr>
                <w:b/>
              </w:rPr>
              <w:t>D</w:t>
            </w:r>
          </w:p>
        </w:tc>
        <w:tc>
          <w:tcPr>
            <w:tcW w:w="4117" w:type="dxa"/>
          </w:tcPr>
          <w:p w:rsidR="00D93962" w:rsidRPr="00136CC8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MDL-32520</w:t>
            </w:r>
          </w:p>
        </w:tc>
        <w:tc>
          <w:tcPr>
            <w:tcW w:w="1057" w:type="dxa"/>
          </w:tcPr>
          <w:p w:rsidR="00D93962" w:rsidRPr="00136CC8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793D8D" w:rsidRDefault="00D93962" w:rsidP="004C2622">
            <w:pPr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</w:rPr>
              <w:t xml:space="preserve">Платка захранване за </w:t>
            </w:r>
            <w:r w:rsidRPr="0079046B">
              <w:rPr>
                <w:b/>
              </w:rPr>
              <w:t>РЛС „GEM</w:t>
            </w:r>
            <w:r>
              <w:rPr>
                <w:b/>
              </w:rPr>
              <w:t xml:space="preserve">” </w:t>
            </w:r>
            <w:r w:rsidRPr="0079046B">
              <w:rPr>
                <w:b/>
              </w:rPr>
              <w:t>RT</w:t>
            </w:r>
            <w:r w:rsidRPr="00136CC8">
              <w:rPr>
                <w:b/>
                <w:lang w:val="ru-RU"/>
              </w:rPr>
              <w:t xml:space="preserve"> 03-25/</w:t>
            </w:r>
            <w:r w:rsidRPr="0079046B">
              <w:rPr>
                <w:b/>
              </w:rPr>
              <w:t>D</w:t>
            </w:r>
          </w:p>
        </w:tc>
        <w:tc>
          <w:tcPr>
            <w:tcW w:w="4117" w:type="dxa"/>
          </w:tcPr>
          <w:p w:rsidR="00D93962" w:rsidRPr="00537089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PCW 80000</w:t>
            </w:r>
          </w:p>
        </w:tc>
        <w:tc>
          <w:tcPr>
            <w:tcW w:w="1057" w:type="dxa"/>
          </w:tcPr>
          <w:p w:rsidR="00D93962" w:rsidRPr="00136CC8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793D8D" w:rsidRDefault="00D93962" w:rsidP="004C2622">
            <w:pPr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</w:rPr>
              <w:t>Платка (касета) „Rack”</w:t>
            </w:r>
            <w:r w:rsidRPr="00793D8D">
              <w:rPr>
                <w:b/>
                <w:color w:val="000000"/>
                <w:lang w:val="ru-RU"/>
              </w:rPr>
              <w:t xml:space="preserve"> </w:t>
            </w:r>
            <w:r>
              <w:rPr>
                <w:b/>
                <w:color w:val="000000"/>
              </w:rPr>
              <w:t xml:space="preserve">за </w:t>
            </w:r>
            <w:r w:rsidRPr="0079046B">
              <w:rPr>
                <w:b/>
              </w:rPr>
              <w:t>РЛС „GEM</w:t>
            </w:r>
            <w:r>
              <w:rPr>
                <w:b/>
              </w:rPr>
              <w:t xml:space="preserve">” </w:t>
            </w:r>
            <w:r w:rsidRPr="0079046B">
              <w:rPr>
                <w:b/>
              </w:rPr>
              <w:t>RT</w:t>
            </w:r>
            <w:r w:rsidRPr="00136CC8">
              <w:rPr>
                <w:b/>
                <w:lang w:val="ru-RU"/>
              </w:rPr>
              <w:t xml:space="preserve"> 03-25/</w:t>
            </w:r>
            <w:r w:rsidRPr="0079046B">
              <w:rPr>
                <w:b/>
              </w:rPr>
              <w:t>D</w:t>
            </w:r>
          </w:p>
        </w:tc>
        <w:tc>
          <w:tcPr>
            <w:tcW w:w="4117" w:type="dxa"/>
          </w:tcPr>
          <w:p w:rsidR="00D93962" w:rsidRPr="00136CC8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VME 014000</w:t>
            </w:r>
          </w:p>
        </w:tc>
        <w:tc>
          <w:tcPr>
            <w:tcW w:w="1057" w:type="dxa"/>
          </w:tcPr>
          <w:p w:rsidR="00D93962" w:rsidRPr="00136CC8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BD0F78" w:rsidRDefault="00D93962" w:rsidP="004C2622">
            <w:pPr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</w:rPr>
              <w:t xml:space="preserve">Платка захранване на антенното устройство за </w:t>
            </w:r>
            <w:r w:rsidRPr="0079046B">
              <w:rPr>
                <w:b/>
              </w:rPr>
              <w:t>РЛС „GEM</w:t>
            </w:r>
            <w:r>
              <w:rPr>
                <w:b/>
              </w:rPr>
              <w:t xml:space="preserve">” </w:t>
            </w:r>
            <w:r w:rsidRPr="0079046B">
              <w:rPr>
                <w:b/>
              </w:rPr>
              <w:t>RT</w:t>
            </w:r>
            <w:r w:rsidRPr="00136CC8">
              <w:rPr>
                <w:b/>
                <w:lang w:val="ru-RU"/>
              </w:rPr>
              <w:t xml:space="preserve"> 03-25/</w:t>
            </w:r>
            <w:r w:rsidRPr="0079046B">
              <w:rPr>
                <w:b/>
              </w:rPr>
              <w:t>D</w:t>
            </w:r>
          </w:p>
        </w:tc>
        <w:tc>
          <w:tcPr>
            <w:tcW w:w="4117" w:type="dxa"/>
          </w:tcPr>
          <w:p w:rsidR="00D93962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ASU</w:t>
            </w:r>
            <w:r w:rsidRPr="00BD0F78">
              <w:rPr>
                <w:b/>
                <w:color w:val="000000"/>
                <w:lang w:val="ru-RU"/>
              </w:rPr>
              <w:t xml:space="preserve"> 30000  19”</w:t>
            </w:r>
          </w:p>
          <w:p w:rsidR="00D93962" w:rsidRPr="00BD0F78" w:rsidRDefault="00D93962" w:rsidP="004C26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7" w:type="dxa"/>
          </w:tcPr>
          <w:p w:rsidR="00D93962" w:rsidRPr="007742FF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136CC8" w:rsidRDefault="00D93962" w:rsidP="004C2622">
            <w:pPr>
              <w:rPr>
                <w:b/>
                <w:lang w:val="ru-RU"/>
              </w:rPr>
            </w:pPr>
            <w:r>
              <w:rPr>
                <w:b/>
              </w:rPr>
              <w:t>Захранване за компютърна конфигурация DELL</w:t>
            </w:r>
            <w:r w:rsidRPr="00136CC8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Precesion</w:t>
            </w:r>
            <w:r w:rsidRPr="00136CC8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T</w:t>
            </w:r>
            <w:r w:rsidRPr="00136CC8">
              <w:rPr>
                <w:b/>
                <w:lang w:val="ru-RU"/>
              </w:rPr>
              <w:t>3500</w:t>
            </w:r>
          </w:p>
        </w:tc>
        <w:tc>
          <w:tcPr>
            <w:tcW w:w="4117" w:type="dxa"/>
          </w:tcPr>
          <w:p w:rsidR="00D93962" w:rsidRPr="007947CC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Pr="00136CC8">
              <w:rPr>
                <w:b/>
                <w:lang w:val="ru-RU"/>
              </w:rPr>
              <w:t>5225</w:t>
            </w:r>
            <w:r>
              <w:rPr>
                <w:b/>
              </w:rPr>
              <w:t>AF</w:t>
            </w:r>
            <w:r w:rsidRPr="00136CC8">
              <w:rPr>
                <w:b/>
                <w:lang w:val="ru-RU"/>
              </w:rPr>
              <w:t xml:space="preserve"> -00-2</w:t>
            </w:r>
          </w:p>
        </w:tc>
        <w:tc>
          <w:tcPr>
            <w:tcW w:w="1057" w:type="dxa"/>
          </w:tcPr>
          <w:p w:rsidR="00D93962" w:rsidRPr="00136CC8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136CC8" w:rsidRDefault="00D93962" w:rsidP="004C2622">
            <w:pPr>
              <w:rPr>
                <w:b/>
              </w:rPr>
            </w:pPr>
            <w:r w:rsidRPr="00136CC8">
              <w:rPr>
                <w:b/>
              </w:rPr>
              <w:t>4-</w:t>
            </w:r>
            <w:r>
              <w:rPr>
                <w:b/>
              </w:rPr>
              <w:t xml:space="preserve">портов мрежов адаптер </w:t>
            </w:r>
          </w:p>
        </w:tc>
        <w:tc>
          <w:tcPr>
            <w:tcW w:w="4117" w:type="dxa"/>
          </w:tcPr>
          <w:p w:rsidR="00D93962" w:rsidRPr="00136CC8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>DIGI</w:t>
            </w:r>
            <w:r w:rsidRPr="00136CC8">
              <w:rPr>
                <w:b/>
              </w:rPr>
              <w:t xml:space="preserve"> 2-4 </w:t>
            </w:r>
            <w:r>
              <w:rPr>
                <w:b/>
              </w:rPr>
              <w:t>port</w:t>
            </w:r>
            <w:r w:rsidRPr="00136CC8">
              <w:rPr>
                <w:b/>
              </w:rPr>
              <w:t xml:space="preserve"> </w:t>
            </w:r>
            <w:r>
              <w:rPr>
                <w:b/>
              </w:rPr>
              <w:t>serial</w:t>
            </w:r>
            <w:r w:rsidRPr="00136CC8">
              <w:rPr>
                <w:b/>
              </w:rPr>
              <w:t xml:space="preserve"> </w:t>
            </w:r>
            <w:r>
              <w:rPr>
                <w:b/>
              </w:rPr>
              <w:t>to</w:t>
            </w:r>
            <w:r w:rsidRPr="00136CC8">
              <w:rPr>
                <w:b/>
              </w:rPr>
              <w:t xml:space="preserve"> </w:t>
            </w:r>
            <w:r>
              <w:rPr>
                <w:b/>
              </w:rPr>
              <w:t>Eithernet</w:t>
            </w:r>
            <w:r w:rsidRPr="00136CC8">
              <w:rPr>
                <w:b/>
              </w:rPr>
              <w:t xml:space="preserve"> </w:t>
            </w:r>
            <w:r>
              <w:rPr>
                <w:b/>
              </w:rPr>
              <w:t>Adapter/70001807</w:t>
            </w:r>
          </w:p>
        </w:tc>
        <w:tc>
          <w:tcPr>
            <w:tcW w:w="1057" w:type="dxa"/>
          </w:tcPr>
          <w:p w:rsidR="00D93962" w:rsidRPr="00136CC8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F3595D">
            <w:pPr>
              <w:numPr>
                <w:ilvl w:val="1"/>
                <w:numId w:val="4"/>
              </w:numPr>
              <w:ind w:left="0" w:firstLine="0"/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793D8D" w:rsidRDefault="00D93962" w:rsidP="004C262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Видео карта </w:t>
            </w:r>
            <w:r>
              <w:rPr>
                <w:b/>
              </w:rPr>
              <w:t>за компютърна конфигурация DELL</w:t>
            </w:r>
            <w:r w:rsidRPr="00793D8D">
              <w:rPr>
                <w:b/>
              </w:rPr>
              <w:t xml:space="preserve"> </w:t>
            </w:r>
            <w:r>
              <w:rPr>
                <w:b/>
              </w:rPr>
              <w:t>Precesion</w:t>
            </w:r>
            <w:r w:rsidRPr="00793D8D">
              <w:rPr>
                <w:b/>
              </w:rPr>
              <w:t xml:space="preserve"> </w:t>
            </w:r>
            <w:r>
              <w:rPr>
                <w:b/>
              </w:rPr>
              <w:t>T</w:t>
            </w:r>
            <w:r w:rsidRPr="00793D8D">
              <w:rPr>
                <w:b/>
              </w:rPr>
              <w:t>3500</w:t>
            </w:r>
          </w:p>
        </w:tc>
        <w:tc>
          <w:tcPr>
            <w:tcW w:w="4117" w:type="dxa"/>
          </w:tcPr>
          <w:p w:rsidR="00D93962" w:rsidRPr="00793D8D" w:rsidRDefault="00D93962" w:rsidP="004C2622">
            <w:pPr>
              <w:jc w:val="center"/>
              <w:rPr>
                <w:b/>
                <w:color w:val="000000"/>
                <w:lang w:val="it-IT"/>
              </w:rPr>
            </w:pPr>
            <w:r w:rsidRPr="00136CC8">
              <w:rPr>
                <w:b/>
                <w:color w:val="000000"/>
                <w:lang w:val="it-IT"/>
              </w:rPr>
              <w:t>NVIDIA</w:t>
            </w:r>
            <w:r w:rsidRPr="00793D8D">
              <w:rPr>
                <w:b/>
                <w:color w:val="000000"/>
              </w:rPr>
              <w:t xml:space="preserve"> </w:t>
            </w:r>
            <w:r w:rsidRPr="00136CC8">
              <w:rPr>
                <w:b/>
                <w:color w:val="000000"/>
                <w:lang w:val="it-IT"/>
              </w:rPr>
              <w:t>QUADRO</w:t>
            </w:r>
            <w:r w:rsidRPr="00793D8D">
              <w:rPr>
                <w:b/>
                <w:color w:val="000000"/>
              </w:rPr>
              <w:t xml:space="preserve"> </w:t>
            </w:r>
            <w:r w:rsidRPr="00136CC8">
              <w:rPr>
                <w:b/>
                <w:color w:val="000000"/>
                <w:lang w:val="it-IT"/>
              </w:rPr>
              <w:t>NVS</w:t>
            </w:r>
            <w:r w:rsidRPr="00793D8D">
              <w:rPr>
                <w:b/>
                <w:color w:val="000000"/>
              </w:rPr>
              <w:t xml:space="preserve"> 420</w:t>
            </w:r>
            <w:r>
              <w:rPr>
                <w:b/>
                <w:color w:val="000000"/>
              </w:rPr>
              <w:t xml:space="preserve">, </w:t>
            </w:r>
            <w:r w:rsidRPr="00793D8D">
              <w:rPr>
                <w:b/>
                <w:color w:val="000000"/>
                <w:lang w:val="it-IT"/>
              </w:rPr>
              <w:t xml:space="preserve">512 Mb 4 Quad monitor professional video card </w:t>
            </w:r>
            <w:r>
              <w:rPr>
                <w:b/>
                <w:color w:val="000000"/>
              </w:rPr>
              <w:t xml:space="preserve">– за </w:t>
            </w:r>
            <w:r w:rsidRPr="00793D8D">
              <w:rPr>
                <w:b/>
                <w:color w:val="000000"/>
                <w:lang w:val="it-IT"/>
              </w:rPr>
              <w:t>Dell Procesion T350</w:t>
            </w:r>
          </w:p>
        </w:tc>
        <w:tc>
          <w:tcPr>
            <w:tcW w:w="1057" w:type="dxa"/>
          </w:tcPr>
          <w:p w:rsidR="00D93962" w:rsidRPr="00395D26" w:rsidRDefault="00D93962" w:rsidP="004C26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</w:tbl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Pr="00B15FD8" w:rsidRDefault="00D93962" w:rsidP="00246D27">
      <w:pPr>
        <w:numPr>
          <w:ilvl w:val="0"/>
          <w:numId w:val="4"/>
        </w:numPr>
        <w:tabs>
          <w:tab w:val="left" w:pos="0"/>
          <w:tab w:val="left" w:pos="1680"/>
          <w:tab w:val="left" w:pos="2340"/>
          <w:tab w:val="left" w:pos="2520"/>
        </w:tabs>
        <w:ind w:left="0" w:firstLine="1277"/>
        <w:jc w:val="both"/>
        <w:rPr>
          <w:sz w:val="28"/>
          <w:szCs w:val="28"/>
        </w:rPr>
      </w:pPr>
      <w:r w:rsidRPr="00CE0DCB">
        <w:rPr>
          <w:sz w:val="28"/>
          <w:szCs w:val="28"/>
          <w:lang w:val="ru-RU"/>
        </w:rPr>
        <w:t>ОП №</w:t>
      </w:r>
      <w:r w:rsidRPr="00CE0DCB">
        <w:rPr>
          <w:sz w:val="28"/>
          <w:szCs w:val="28"/>
        </w:rPr>
        <w:t>2</w:t>
      </w:r>
      <w:r w:rsidRPr="00CE0DCB">
        <w:rPr>
          <w:sz w:val="28"/>
          <w:szCs w:val="28"/>
          <w:lang w:val="ru-RU"/>
        </w:rPr>
        <w:t xml:space="preserve"> </w:t>
      </w:r>
      <w:r w:rsidRPr="00CE0DCB">
        <w:rPr>
          <w:sz w:val="28"/>
          <w:szCs w:val="28"/>
        </w:rPr>
        <w:t xml:space="preserve">„Резервни части за РЛС на кораби, с място на </w:t>
      </w:r>
      <w:r w:rsidRPr="00B15FD8">
        <w:rPr>
          <w:sz w:val="28"/>
          <w:szCs w:val="28"/>
        </w:rPr>
        <w:t xml:space="preserve">доставка </w:t>
      </w:r>
      <w:r w:rsidRPr="00B15FD8">
        <w:rPr>
          <w:spacing w:val="-5"/>
          <w:sz w:val="28"/>
          <w:szCs w:val="28"/>
        </w:rPr>
        <w:t>военно формирование</w:t>
      </w:r>
      <w:r w:rsidRPr="00B15FD8">
        <w:rPr>
          <w:sz w:val="28"/>
          <w:szCs w:val="28"/>
        </w:rPr>
        <w:t xml:space="preserve"> </w:t>
      </w:r>
      <w:r w:rsidRPr="00B15FD8">
        <w:rPr>
          <w:spacing w:val="-5"/>
          <w:sz w:val="28"/>
          <w:szCs w:val="28"/>
        </w:rPr>
        <w:t>32890-Бургас</w:t>
      </w:r>
      <w:r w:rsidRPr="00B15FD8">
        <w:rPr>
          <w:sz w:val="28"/>
          <w:szCs w:val="28"/>
        </w:rPr>
        <w:t xml:space="preserve">“ </w:t>
      </w: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803"/>
        <w:gridCol w:w="4117"/>
        <w:gridCol w:w="1057"/>
      </w:tblGrid>
      <w:tr w:rsidR="00D93962" w:rsidRPr="00E622EF" w:rsidTr="004C2622">
        <w:trPr>
          <w:tblHeader/>
        </w:trPr>
        <w:tc>
          <w:tcPr>
            <w:tcW w:w="540" w:type="dxa"/>
            <w:vAlign w:val="center"/>
          </w:tcPr>
          <w:p w:rsidR="00D93962" w:rsidRPr="00E622EF" w:rsidRDefault="00D93962" w:rsidP="004C2622">
            <w:pPr>
              <w:jc w:val="center"/>
              <w:rPr>
                <w:bCs/>
                <w:szCs w:val="28"/>
                <w:lang w:val="ru-RU"/>
              </w:rPr>
            </w:pPr>
            <w:r w:rsidRPr="00E622EF">
              <w:rPr>
                <w:bCs/>
                <w:szCs w:val="28"/>
                <w:lang w:val="ru-RU"/>
              </w:rPr>
              <w:t>№</w:t>
            </w:r>
          </w:p>
        </w:tc>
        <w:tc>
          <w:tcPr>
            <w:tcW w:w="3803" w:type="dxa"/>
            <w:vAlign w:val="center"/>
          </w:tcPr>
          <w:p w:rsidR="00D93962" w:rsidRPr="00E622EF" w:rsidRDefault="00D93962" w:rsidP="004C2622">
            <w:pPr>
              <w:jc w:val="center"/>
              <w:rPr>
                <w:bCs/>
                <w:szCs w:val="28"/>
              </w:rPr>
            </w:pPr>
            <w:r w:rsidRPr="00E622EF">
              <w:rPr>
                <w:bCs/>
                <w:szCs w:val="28"/>
                <w:lang w:val="ru-RU"/>
              </w:rPr>
              <w:t>Наименование</w:t>
            </w:r>
          </w:p>
          <w:p w:rsidR="00D93962" w:rsidRPr="00E622EF" w:rsidRDefault="00D93962" w:rsidP="004C2622">
            <w:pPr>
              <w:jc w:val="center"/>
              <w:rPr>
                <w:bCs/>
                <w:szCs w:val="28"/>
                <w:lang w:val="ru-RU"/>
              </w:rPr>
            </w:pPr>
            <w:r w:rsidRPr="00E622EF">
              <w:rPr>
                <w:bCs/>
                <w:szCs w:val="28"/>
                <w:lang w:val="ru-RU"/>
              </w:rPr>
              <w:t>на имуществото</w:t>
            </w:r>
          </w:p>
        </w:tc>
        <w:tc>
          <w:tcPr>
            <w:tcW w:w="4117" w:type="dxa"/>
            <w:vAlign w:val="center"/>
          </w:tcPr>
          <w:p w:rsidR="00D93962" w:rsidRPr="00E622EF" w:rsidRDefault="00D93962" w:rsidP="004C2622">
            <w:pPr>
              <w:ind w:right="-127"/>
              <w:jc w:val="center"/>
              <w:rPr>
                <w:bCs/>
                <w:szCs w:val="28"/>
              </w:rPr>
            </w:pPr>
            <w:r w:rsidRPr="00E622EF">
              <w:rPr>
                <w:color w:val="000000"/>
                <w:szCs w:val="28"/>
                <w:lang w:val="ru-RU"/>
              </w:rPr>
              <w:t>Стандарт, заводски номер, технически характеристики</w:t>
            </w:r>
          </w:p>
        </w:tc>
        <w:tc>
          <w:tcPr>
            <w:tcW w:w="1057" w:type="dxa"/>
            <w:vAlign w:val="center"/>
          </w:tcPr>
          <w:p w:rsidR="00D93962" w:rsidRPr="00E622EF" w:rsidRDefault="00D93962" w:rsidP="004C2622">
            <w:pPr>
              <w:ind w:left="-108" w:right="-88"/>
              <w:jc w:val="center"/>
              <w:rPr>
                <w:color w:val="000000"/>
                <w:szCs w:val="28"/>
              </w:rPr>
            </w:pPr>
            <w:r w:rsidRPr="00E622EF">
              <w:rPr>
                <w:color w:val="000000"/>
                <w:szCs w:val="28"/>
              </w:rPr>
              <w:t>Брой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8053AF">
            <w:pPr>
              <w:numPr>
                <w:ilvl w:val="0"/>
                <w:numId w:val="6"/>
              </w:numPr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D54548" w:rsidRDefault="00D93962" w:rsidP="004C2622">
            <w:pPr>
              <w:rPr>
                <w:b/>
                <w:lang w:val="ru-RU"/>
              </w:rPr>
            </w:pPr>
            <w:r>
              <w:rPr>
                <w:b/>
              </w:rPr>
              <w:t>Платка за индикаторно устройство „CTD”</w:t>
            </w:r>
            <w:r w:rsidRPr="00D54548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за РЛС ”Kelvin</w:t>
            </w:r>
            <w:r w:rsidRPr="00D54548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Hughes</w:t>
            </w:r>
            <w:r w:rsidRPr="00D54548">
              <w:rPr>
                <w:b/>
                <w:lang w:val="ru-RU"/>
              </w:rPr>
              <w:t xml:space="preserve">” </w:t>
            </w:r>
            <w:r>
              <w:rPr>
                <w:b/>
              </w:rPr>
              <w:t>модел:</w:t>
            </w:r>
            <w:r w:rsidRPr="00D54548">
              <w:rPr>
                <w:b/>
                <w:lang w:val="ru-RU"/>
              </w:rPr>
              <w:t>1007</w:t>
            </w:r>
          </w:p>
        </w:tc>
        <w:tc>
          <w:tcPr>
            <w:tcW w:w="4117" w:type="dxa"/>
          </w:tcPr>
          <w:p w:rsidR="00D93962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 xml:space="preserve">Н </w:t>
            </w:r>
            <w:r w:rsidRPr="00D54548">
              <w:rPr>
                <w:b/>
                <w:lang w:val="ru-RU"/>
              </w:rPr>
              <w:t>53228/</w:t>
            </w:r>
            <w:r>
              <w:rPr>
                <w:b/>
              </w:rPr>
              <w:t>В</w:t>
            </w:r>
          </w:p>
          <w:p w:rsidR="00D93962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>NSN</w:t>
            </w:r>
            <w:r w:rsidRPr="00236FBE">
              <w:rPr>
                <w:b/>
                <w:lang w:val="ru-RU"/>
              </w:rPr>
              <w:t>:</w:t>
            </w:r>
            <w:r>
              <w:rPr>
                <w:b/>
              </w:rPr>
              <w:t>45-910-467</w:t>
            </w:r>
          </w:p>
          <w:p w:rsidR="00D93962" w:rsidRPr="00D54548" w:rsidRDefault="00D93962" w:rsidP="004C2622">
            <w:pPr>
              <w:jc w:val="center"/>
              <w:rPr>
                <w:b/>
              </w:rPr>
            </w:pPr>
            <w:r w:rsidRPr="00D54548">
              <w:rPr>
                <w:b/>
              </w:rPr>
              <w:t>Сер.</w:t>
            </w:r>
            <w:r w:rsidRPr="00D54548">
              <w:rPr>
                <w:bCs/>
                <w:lang w:val="ru-RU"/>
              </w:rPr>
              <w:t xml:space="preserve"> </w:t>
            </w:r>
            <w:r w:rsidRPr="00D54548">
              <w:rPr>
                <w:b/>
                <w:bCs/>
                <w:lang w:val="ru-RU"/>
              </w:rPr>
              <w:t>№11621/9</w:t>
            </w:r>
          </w:p>
        </w:tc>
        <w:tc>
          <w:tcPr>
            <w:tcW w:w="1057" w:type="dxa"/>
          </w:tcPr>
          <w:p w:rsidR="00D93962" w:rsidRPr="007742FF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8053AF">
            <w:pPr>
              <w:numPr>
                <w:ilvl w:val="0"/>
                <w:numId w:val="6"/>
              </w:numPr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7742FF" w:rsidRDefault="00D93962" w:rsidP="004C2622">
            <w:pPr>
              <w:rPr>
                <w:b/>
              </w:rPr>
            </w:pPr>
            <w:r>
              <w:rPr>
                <w:b/>
              </w:rPr>
              <w:t>Модулатор за РЛС ”Kelvin</w:t>
            </w:r>
            <w:r w:rsidRPr="00D54548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Hughes</w:t>
            </w:r>
            <w:r w:rsidRPr="00D54548">
              <w:rPr>
                <w:b/>
                <w:lang w:val="ru-RU"/>
              </w:rPr>
              <w:t xml:space="preserve">” </w:t>
            </w:r>
            <w:r>
              <w:rPr>
                <w:b/>
              </w:rPr>
              <w:t>модел:</w:t>
            </w:r>
            <w:r w:rsidRPr="00D54548">
              <w:rPr>
                <w:b/>
                <w:lang w:val="ru-RU"/>
              </w:rPr>
              <w:t>1007</w:t>
            </w:r>
          </w:p>
        </w:tc>
        <w:tc>
          <w:tcPr>
            <w:tcW w:w="4117" w:type="dxa"/>
          </w:tcPr>
          <w:p w:rsidR="00D93962" w:rsidRPr="007742FF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>NSN: 5840-99-792-7396</w:t>
            </w:r>
          </w:p>
        </w:tc>
        <w:tc>
          <w:tcPr>
            <w:tcW w:w="1057" w:type="dxa"/>
          </w:tcPr>
          <w:p w:rsidR="00D93962" w:rsidRPr="007742FF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93962" w:rsidRPr="007742FF" w:rsidTr="004C2622">
        <w:tc>
          <w:tcPr>
            <w:tcW w:w="540" w:type="dxa"/>
            <w:vAlign w:val="center"/>
          </w:tcPr>
          <w:p w:rsidR="00D93962" w:rsidRPr="00E622EF" w:rsidRDefault="00D93962" w:rsidP="008053AF">
            <w:pPr>
              <w:numPr>
                <w:ilvl w:val="0"/>
                <w:numId w:val="6"/>
              </w:numPr>
              <w:rPr>
                <w:b/>
                <w:color w:val="000000"/>
              </w:rPr>
            </w:pPr>
          </w:p>
        </w:tc>
        <w:tc>
          <w:tcPr>
            <w:tcW w:w="3803" w:type="dxa"/>
          </w:tcPr>
          <w:p w:rsidR="00D93962" w:rsidRPr="007742FF" w:rsidRDefault="00D93962" w:rsidP="004C2622">
            <w:pPr>
              <w:rPr>
                <w:b/>
              </w:rPr>
            </w:pPr>
            <w:r>
              <w:rPr>
                <w:b/>
              </w:rPr>
              <w:t>Магнетрон за РЛС ”Kelvin</w:t>
            </w:r>
            <w:r w:rsidRPr="00D54548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Hughes</w:t>
            </w:r>
            <w:r w:rsidRPr="00D54548">
              <w:rPr>
                <w:b/>
                <w:lang w:val="ru-RU"/>
              </w:rPr>
              <w:t xml:space="preserve">” </w:t>
            </w:r>
            <w:r>
              <w:rPr>
                <w:b/>
              </w:rPr>
              <w:t>модел:</w:t>
            </w:r>
            <w:r w:rsidRPr="00D54548">
              <w:rPr>
                <w:b/>
                <w:lang w:val="ru-RU"/>
              </w:rPr>
              <w:t>1007</w:t>
            </w:r>
          </w:p>
        </w:tc>
        <w:tc>
          <w:tcPr>
            <w:tcW w:w="4117" w:type="dxa"/>
          </w:tcPr>
          <w:p w:rsidR="00D93962" w:rsidRPr="007742FF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>NSN: 5960-99-327-4144</w:t>
            </w:r>
          </w:p>
        </w:tc>
        <w:tc>
          <w:tcPr>
            <w:tcW w:w="1057" w:type="dxa"/>
          </w:tcPr>
          <w:p w:rsidR="00D93962" w:rsidRPr="007742FF" w:rsidRDefault="00D93962" w:rsidP="004C262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D93962" w:rsidRDefault="00D93962" w:rsidP="008053AF">
      <w:pPr>
        <w:jc w:val="both"/>
        <w:rPr>
          <w:b/>
          <w:szCs w:val="28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Default="00D93962" w:rsidP="00460D7C">
      <w:pPr>
        <w:tabs>
          <w:tab w:val="left" w:pos="-3240"/>
        </w:tabs>
        <w:jc w:val="center"/>
        <w:outlineLvl w:val="0"/>
        <w:rPr>
          <w:sz w:val="28"/>
          <w:szCs w:val="28"/>
          <w:lang w:val="en-US"/>
        </w:rPr>
      </w:pPr>
    </w:p>
    <w:p w:rsidR="00D93962" w:rsidRPr="00B15FD8" w:rsidRDefault="00D93962" w:rsidP="00392ABF">
      <w:pPr>
        <w:numPr>
          <w:ilvl w:val="0"/>
          <w:numId w:val="4"/>
        </w:numPr>
        <w:tabs>
          <w:tab w:val="left" w:pos="0"/>
          <w:tab w:val="left" w:pos="1680"/>
          <w:tab w:val="left" w:pos="2340"/>
          <w:tab w:val="left" w:pos="2520"/>
        </w:tabs>
        <w:ind w:left="0" w:firstLine="1277"/>
        <w:jc w:val="both"/>
        <w:rPr>
          <w:sz w:val="28"/>
          <w:szCs w:val="28"/>
        </w:rPr>
      </w:pPr>
      <w:r w:rsidRPr="00CE0DCB">
        <w:rPr>
          <w:sz w:val="28"/>
          <w:szCs w:val="28"/>
          <w:lang w:val="ru-RU"/>
        </w:rPr>
        <w:t>ОП №</w:t>
      </w:r>
      <w:r>
        <w:rPr>
          <w:sz w:val="28"/>
          <w:szCs w:val="28"/>
          <w:lang w:val="en-US"/>
        </w:rPr>
        <w:t>3</w:t>
      </w:r>
      <w:r w:rsidRPr="00CE0DCB">
        <w:rPr>
          <w:sz w:val="28"/>
          <w:szCs w:val="28"/>
          <w:lang w:val="ru-RU"/>
        </w:rPr>
        <w:t xml:space="preserve"> </w:t>
      </w:r>
      <w:r w:rsidRPr="00392ABF">
        <w:rPr>
          <w:sz w:val="28"/>
          <w:szCs w:val="28"/>
        </w:rPr>
        <w:t>„</w:t>
      </w:r>
      <w:r w:rsidRPr="00392ABF">
        <w:rPr>
          <w:sz w:val="28"/>
          <w:szCs w:val="28"/>
          <w:lang w:val="ru-RU" w:eastAsia="en-US"/>
        </w:rPr>
        <w:t>Резервни части за радарно и радиооборудване</w:t>
      </w:r>
      <w:r w:rsidRPr="00392ABF">
        <w:rPr>
          <w:sz w:val="28"/>
          <w:szCs w:val="28"/>
        </w:rPr>
        <w:t>“</w:t>
      </w:r>
      <w:r w:rsidRPr="00B15FD8">
        <w:rPr>
          <w:sz w:val="28"/>
          <w:szCs w:val="28"/>
        </w:rPr>
        <w:t xml:space="preserve"> </w:t>
      </w:r>
    </w:p>
    <w:p w:rsidR="00D93962" w:rsidRDefault="00D93962" w:rsidP="00392ABF">
      <w:pPr>
        <w:tabs>
          <w:tab w:val="left" w:pos="-3240"/>
        </w:tabs>
        <w:outlineLvl w:val="0"/>
        <w:rPr>
          <w:sz w:val="28"/>
          <w:szCs w:val="28"/>
          <w:lang w:val="en-US"/>
        </w:rPr>
      </w:pPr>
    </w:p>
    <w:p w:rsidR="00D93962" w:rsidRDefault="00D93962" w:rsidP="00392ABF">
      <w:pPr>
        <w:tabs>
          <w:tab w:val="left" w:pos="-3240"/>
        </w:tabs>
        <w:outlineLvl w:val="0"/>
        <w:rPr>
          <w:sz w:val="28"/>
          <w:szCs w:val="28"/>
          <w:lang w:val="en-US"/>
        </w:rPr>
      </w:pPr>
    </w:p>
    <w:p w:rsidR="00D93962" w:rsidRPr="00392ABF" w:rsidRDefault="00D93962" w:rsidP="00392ABF">
      <w:pPr>
        <w:tabs>
          <w:tab w:val="left" w:pos="-3240"/>
        </w:tabs>
        <w:outlineLvl w:val="0"/>
        <w:rPr>
          <w:b/>
          <w:sz w:val="28"/>
          <w:szCs w:val="28"/>
          <w:lang w:val="en-US"/>
        </w:rPr>
      </w:pPr>
    </w:p>
    <w:tbl>
      <w:tblPr>
        <w:tblW w:w="9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0"/>
        <w:gridCol w:w="4036"/>
        <w:gridCol w:w="1296"/>
        <w:gridCol w:w="3613"/>
      </w:tblGrid>
      <w:tr w:rsidR="00D93962" w:rsidRPr="005622B5" w:rsidTr="00BE7FF1">
        <w:trPr>
          <w:trHeight w:val="1000"/>
        </w:trPr>
        <w:tc>
          <w:tcPr>
            <w:tcW w:w="920" w:type="dxa"/>
          </w:tcPr>
          <w:p w:rsidR="00D93962" w:rsidRPr="007B1EF4" w:rsidRDefault="00D93962" w:rsidP="00BE7FF1">
            <w:pPr>
              <w:tabs>
                <w:tab w:val="left" w:pos="-3240"/>
              </w:tabs>
              <w:jc w:val="center"/>
              <w:rPr>
                <w:b/>
                <w:sz w:val="28"/>
                <w:szCs w:val="28"/>
              </w:rPr>
            </w:pPr>
            <w:r w:rsidRPr="007B1EF4">
              <w:rPr>
                <w:b/>
                <w:sz w:val="28"/>
                <w:szCs w:val="28"/>
              </w:rPr>
              <w:t>№</w:t>
            </w:r>
          </w:p>
          <w:p w:rsidR="00D93962" w:rsidRPr="007B1EF4" w:rsidRDefault="00D93962" w:rsidP="00BE7FF1">
            <w:pPr>
              <w:tabs>
                <w:tab w:val="left" w:pos="-3240"/>
              </w:tabs>
              <w:jc w:val="center"/>
              <w:rPr>
                <w:sz w:val="28"/>
                <w:szCs w:val="28"/>
              </w:rPr>
            </w:pPr>
            <w:r w:rsidRPr="007B1EF4">
              <w:rPr>
                <w:b/>
                <w:sz w:val="28"/>
                <w:szCs w:val="28"/>
              </w:rPr>
              <w:t>по ред</w:t>
            </w:r>
          </w:p>
        </w:tc>
        <w:tc>
          <w:tcPr>
            <w:tcW w:w="4036" w:type="dxa"/>
          </w:tcPr>
          <w:p w:rsidR="00D93962" w:rsidRPr="007B1EF4" w:rsidRDefault="00D93962" w:rsidP="00BE7FF1">
            <w:pPr>
              <w:tabs>
                <w:tab w:val="left" w:pos="-3240"/>
              </w:tabs>
              <w:jc w:val="center"/>
              <w:rPr>
                <w:b/>
                <w:sz w:val="28"/>
                <w:szCs w:val="28"/>
              </w:rPr>
            </w:pPr>
            <w:r w:rsidRPr="007B1EF4">
              <w:rPr>
                <w:b/>
                <w:sz w:val="28"/>
                <w:szCs w:val="28"/>
              </w:rPr>
              <w:t xml:space="preserve">наименование на </w:t>
            </w:r>
          </w:p>
          <w:p w:rsidR="00D93962" w:rsidRPr="007B1EF4" w:rsidRDefault="00D93962" w:rsidP="00BE7FF1">
            <w:pPr>
              <w:tabs>
                <w:tab w:val="left" w:pos="-3240"/>
              </w:tabs>
              <w:jc w:val="center"/>
              <w:rPr>
                <w:b/>
                <w:sz w:val="28"/>
                <w:szCs w:val="28"/>
              </w:rPr>
            </w:pPr>
            <w:r w:rsidRPr="007B1EF4">
              <w:rPr>
                <w:b/>
                <w:sz w:val="28"/>
                <w:szCs w:val="28"/>
              </w:rPr>
              <w:t>продукта /номенклатурата/</w:t>
            </w:r>
          </w:p>
        </w:tc>
        <w:tc>
          <w:tcPr>
            <w:tcW w:w="1296" w:type="dxa"/>
          </w:tcPr>
          <w:p w:rsidR="00D93962" w:rsidRPr="007B1EF4" w:rsidRDefault="00D93962" w:rsidP="00BE7FF1">
            <w:pPr>
              <w:tabs>
                <w:tab w:val="left" w:pos="-3240"/>
              </w:tabs>
              <w:jc w:val="center"/>
              <w:rPr>
                <w:b/>
                <w:sz w:val="28"/>
                <w:szCs w:val="28"/>
              </w:rPr>
            </w:pPr>
            <w:r w:rsidRPr="007B1EF4">
              <w:rPr>
                <w:b/>
                <w:sz w:val="28"/>
                <w:szCs w:val="28"/>
              </w:rPr>
              <w:t>количество</w:t>
            </w:r>
          </w:p>
        </w:tc>
        <w:tc>
          <w:tcPr>
            <w:tcW w:w="3613" w:type="dxa"/>
          </w:tcPr>
          <w:p w:rsidR="00D93962" w:rsidRPr="007B1EF4" w:rsidRDefault="00D93962" w:rsidP="00BE7FF1">
            <w:pPr>
              <w:tabs>
                <w:tab w:val="left" w:pos="-3240"/>
              </w:tabs>
              <w:jc w:val="center"/>
              <w:rPr>
                <w:b/>
                <w:sz w:val="28"/>
                <w:szCs w:val="28"/>
              </w:rPr>
            </w:pPr>
            <w:r w:rsidRPr="007B1EF4">
              <w:rPr>
                <w:b/>
                <w:sz w:val="28"/>
                <w:szCs w:val="28"/>
              </w:rPr>
              <w:t>предназначение и изисквания</w:t>
            </w:r>
          </w:p>
          <w:p w:rsidR="00D93962" w:rsidRPr="007B1EF4" w:rsidRDefault="00D93962" w:rsidP="00BE7FF1">
            <w:pPr>
              <w:tabs>
                <w:tab w:val="left" w:pos="-3240"/>
              </w:tabs>
              <w:jc w:val="center"/>
              <w:rPr>
                <w:b/>
                <w:sz w:val="28"/>
                <w:szCs w:val="28"/>
              </w:rPr>
            </w:pPr>
            <w:r w:rsidRPr="007B1EF4">
              <w:rPr>
                <w:b/>
                <w:sz w:val="28"/>
                <w:szCs w:val="28"/>
              </w:rPr>
              <w:t>към номенклатурата</w:t>
            </w:r>
          </w:p>
        </w:tc>
      </w:tr>
      <w:tr w:rsidR="00D93962" w:rsidRPr="005622B5" w:rsidTr="00BE7FF1">
        <w:trPr>
          <w:trHeight w:val="473"/>
        </w:trPr>
        <w:tc>
          <w:tcPr>
            <w:tcW w:w="920" w:type="dxa"/>
          </w:tcPr>
          <w:p w:rsidR="00D93962" w:rsidRPr="0070511F" w:rsidRDefault="00D93962" w:rsidP="00BE7FF1">
            <w:pPr>
              <w:tabs>
                <w:tab w:val="left" w:pos="-3240"/>
              </w:tabs>
              <w:rPr>
                <w:sz w:val="28"/>
                <w:szCs w:val="28"/>
                <w:lang w:val="en-US"/>
              </w:rPr>
            </w:pPr>
            <w:r w:rsidRPr="0070511F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036" w:type="dxa"/>
          </w:tcPr>
          <w:p w:rsidR="00D93962" w:rsidRPr="0070511F" w:rsidRDefault="00D93962" w:rsidP="00BE7FF1">
            <w:pPr>
              <w:rPr>
                <w:sz w:val="28"/>
                <w:szCs w:val="28"/>
              </w:rPr>
            </w:pPr>
            <w:r w:rsidRPr="0070511F">
              <w:rPr>
                <w:sz w:val="28"/>
                <w:szCs w:val="28"/>
              </w:rPr>
              <w:t xml:space="preserve">Корабна 24 футова КВ </w:t>
            </w:r>
            <w:r>
              <w:rPr>
                <w:sz w:val="28"/>
                <w:szCs w:val="28"/>
              </w:rPr>
              <w:t>п</w:t>
            </w:r>
            <w:r w:rsidRPr="0070511F">
              <w:rPr>
                <w:sz w:val="28"/>
                <w:szCs w:val="28"/>
              </w:rPr>
              <w:t xml:space="preserve">ръчковидна </w:t>
            </w:r>
            <w:r>
              <w:rPr>
                <w:sz w:val="28"/>
                <w:szCs w:val="28"/>
              </w:rPr>
              <w:t>а</w:t>
            </w:r>
            <w:r w:rsidRPr="0070511F">
              <w:rPr>
                <w:sz w:val="28"/>
                <w:szCs w:val="28"/>
              </w:rPr>
              <w:t>нтена</w:t>
            </w:r>
          </w:p>
          <w:p w:rsidR="00D93962" w:rsidRPr="0070511F" w:rsidRDefault="00D93962" w:rsidP="00BE7FF1">
            <w:pPr>
              <w:rPr>
                <w:sz w:val="28"/>
                <w:szCs w:val="28"/>
                <w:lang w:val="ru-RU"/>
              </w:rPr>
            </w:pPr>
            <w:r w:rsidRPr="0070511F">
              <w:rPr>
                <w:sz w:val="28"/>
                <w:szCs w:val="28"/>
              </w:rPr>
              <w:t xml:space="preserve">за радиостанция </w:t>
            </w:r>
            <w:r w:rsidRPr="0070511F">
              <w:rPr>
                <w:sz w:val="28"/>
                <w:szCs w:val="28"/>
                <w:lang w:val="fr-FR"/>
              </w:rPr>
              <w:t>HARRIS</w:t>
            </w:r>
            <w:r w:rsidRPr="0070511F">
              <w:rPr>
                <w:sz w:val="28"/>
                <w:szCs w:val="28"/>
              </w:rPr>
              <w:t xml:space="preserve"> 5800</w:t>
            </w:r>
            <w:r>
              <w:rPr>
                <w:sz w:val="28"/>
                <w:szCs w:val="28"/>
              </w:rPr>
              <w:t xml:space="preserve"> </w:t>
            </w:r>
            <w:r w:rsidRPr="0070511F">
              <w:rPr>
                <w:sz w:val="28"/>
                <w:szCs w:val="28"/>
              </w:rPr>
              <w:t>-</w:t>
            </w:r>
            <w:r w:rsidRPr="0070511F">
              <w:rPr>
                <w:sz w:val="28"/>
                <w:szCs w:val="28"/>
                <w:lang w:val="fr-FR"/>
              </w:rPr>
              <w:t>U</w:t>
            </w:r>
            <w:r w:rsidRPr="0070511F">
              <w:rPr>
                <w:sz w:val="28"/>
                <w:szCs w:val="28"/>
              </w:rPr>
              <w:t xml:space="preserve"> МР</w:t>
            </w:r>
          </w:p>
        </w:tc>
        <w:tc>
          <w:tcPr>
            <w:tcW w:w="1296" w:type="dxa"/>
            <w:vAlign w:val="center"/>
          </w:tcPr>
          <w:p w:rsidR="00D93962" w:rsidRPr="0070511F" w:rsidRDefault="00D93962" w:rsidP="00BE7FF1">
            <w:pPr>
              <w:jc w:val="center"/>
              <w:rPr>
                <w:sz w:val="28"/>
                <w:szCs w:val="28"/>
              </w:rPr>
            </w:pPr>
            <w:r w:rsidRPr="0070511F">
              <w:rPr>
                <w:sz w:val="28"/>
                <w:szCs w:val="28"/>
              </w:rPr>
              <w:t>4 бр.</w:t>
            </w:r>
          </w:p>
        </w:tc>
        <w:tc>
          <w:tcPr>
            <w:tcW w:w="3613" w:type="dxa"/>
          </w:tcPr>
          <w:p w:rsidR="00D93962" w:rsidRDefault="00D93962" w:rsidP="00BE7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</w:t>
            </w:r>
            <w:r w:rsidRPr="0070511F">
              <w:rPr>
                <w:sz w:val="28"/>
                <w:szCs w:val="28"/>
              </w:rPr>
              <w:t xml:space="preserve">одмяна </w:t>
            </w:r>
            <w:r>
              <w:rPr>
                <w:sz w:val="28"/>
                <w:szCs w:val="28"/>
              </w:rPr>
              <w:t xml:space="preserve">на повредени антени </w:t>
            </w:r>
            <w:r w:rsidRPr="0070511F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>радиостанции</w:t>
            </w:r>
            <w:r w:rsidRPr="0070511F">
              <w:rPr>
                <w:sz w:val="28"/>
                <w:szCs w:val="28"/>
              </w:rPr>
              <w:t xml:space="preserve"> </w:t>
            </w:r>
            <w:r w:rsidRPr="0070511F">
              <w:rPr>
                <w:sz w:val="28"/>
                <w:szCs w:val="28"/>
                <w:lang w:val="en-US"/>
              </w:rPr>
              <w:t>HARRIS</w:t>
            </w:r>
            <w:r w:rsidRPr="0070511F">
              <w:rPr>
                <w:sz w:val="28"/>
                <w:szCs w:val="28"/>
              </w:rPr>
              <w:t xml:space="preserve"> 5800-Н МР</w:t>
            </w:r>
            <w:r>
              <w:rPr>
                <w:sz w:val="28"/>
                <w:szCs w:val="28"/>
              </w:rPr>
              <w:t>.</w:t>
            </w:r>
          </w:p>
          <w:p w:rsidR="00D93962" w:rsidRPr="00866146" w:rsidRDefault="00D93962" w:rsidP="00BE7FF1">
            <w:pPr>
              <w:rPr>
                <w:b/>
                <w:sz w:val="28"/>
                <w:szCs w:val="28"/>
              </w:rPr>
            </w:pPr>
            <w:r w:rsidRPr="00866146">
              <w:rPr>
                <w:b/>
                <w:sz w:val="28"/>
                <w:szCs w:val="28"/>
                <w:lang w:val="en-US"/>
              </w:rPr>
              <w:t>NSN:</w:t>
            </w:r>
            <w:r w:rsidRPr="00866146">
              <w:rPr>
                <w:b/>
                <w:sz w:val="28"/>
                <w:szCs w:val="28"/>
              </w:rPr>
              <w:t>5985-01-518-1175</w:t>
            </w:r>
          </w:p>
        </w:tc>
      </w:tr>
      <w:tr w:rsidR="00D93962" w:rsidRPr="005622B5" w:rsidTr="00BE7FF1">
        <w:trPr>
          <w:trHeight w:val="473"/>
        </w:trPr>
        <w:tc>
          <w:tcPr>
            <w:tcW w:w="920" w:type="dxa"/>
          </w:tcPr>
          <w:p w:rsidR="00D93962" w:rsidRPr="0070511F" w:rsidRDefault="00D93962" w:rsidP="00BE7FF1">
            <w:pPr>
              <w:tabs>
                <w:tab w:val="left" w:pos="-3240"/>
              </w:tabs>
              <w:rPr>
                <w:sz w:val="28"/>
                <w:szCs w:val="28"/>
              </w:rPr>
            </w:pPr>
            <w:r w:rsidRPr="0070511F">
              <w:rPr>
                <w:sz w:val="28"/>
                <w:szCs w:val="28"/>
              </w:rPr>
              <w:t>2.</w:t>
            </w:r>
          </w:p>
        </w:tc>
        <w:tc>
          <w:tcPr>
            <w:tcW w:w="4036" w:type="dxa"/>
          </w:tcPr>
          <w:p w:rsidR="00D93962" w:rsidRPr="0070511F" w:rsidRDefault="00D93962" w:rsidP="00BE7FF1">
            <w:pPr>
              <w:rPr>
                <w:sz w:val="28"/>
                <w:szCs w:val="28"/>
              </w:rPr>
            </w:pPr>
            <w:r w:rsidRPr="0070511F">
              <w:rPr>
                <w:sz w:val="28"/>
                <w:szCs w:val="28"/>
              </w:rPr>
              <w:t xml:space="preserve">платка АСУ за радиостанция </w:t>
            </w:r>
            <w:r w:rsidRPr="0070511F">
              <w:rPr>
                <w:sz w:val="28"/>
                <w:szCs w:val="28"/>
                <w:lang w:val="en-US"/>
              </w:rPr>
              <w:t>HARRIS</w:t>
            </w:r>
            <w:r w:rsidRPr="0070511F">
              <w:rPr>
                <w:sz w:val="28"/>
                <w:szCs w:val="28"/>
              </w:rPr>
              <w:t xml:space="preserve"> 5800-Н МР</w:t>
            </w:r>
          </w:p>
        </w:tc>
        <w:tc>
          <w:tcPr>
            <w:tcW w:w="1296" w:type="dxa"/>
            <w:vAlign w:val="center"/>
          </w:tcPr>
          <w:p w:rsidR="00D93962" w:rsidRPr="0070511F" w:rsidRDefault="00D93962" w:rsidP="00BE7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Pr="0070511F">
              <w:rPr>
                <w:sz w:val="28"/>
                <w:szCs w:val="28"/>
              </w:rPr>
              <w:t>бр.</w:t>
            </w:r>
          </w:p>
        </w:tc>
        <w:tc>
          <w:tcPr>
            <w:tcW w:w="3613" w:type="dxa"/>
          </w:tcPr>
          <w:p w:rsidR="00D93962" w:rsidRDefault="00D93962" w:rsidP="00BE7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</w:t>
            </w:r>
            <w:r w:rsidRPr="0070511F">
              <w:rPr>
                <w:sz w:val="28"/>
                <w:szCs w:val="28"/>
              </w:rPr>
              <w:t xml:space="preserve">одмяна на повредени платки в блок АСУ на </w:t>
            </w:r>
            <w:r>
              <w:rPr>
                <w:sz w:val="28"/>
                <w:szCs w:val="28"/>
              </w:rPr>
              <w:t>радиостанции</w:t>
            </w:r>
            <w:r w:rsidRPr="0070511F">
              <w:rPr>
                <w:sz w:val="28"/>
                <w:szCs w:val="28"/>
              </w:rPr>
              <w:t xml:space="preserve"> </w:t>
            </w:r>
            <w:r w:rsidRPr="0070511F">
              <w:rPr>
                <w:sz w:val="28"/>
                <w:szCs w:val="28"/>
                <w:lang w:val="en-US"/>
              </w:rPr>
              <w:t>HARRIS</w:t>
            </w:r>
            <w:r w:rsidRPr="0070511F">
              <w:rPr>
                <w:sz w:val="28"/>
                <w:szCs w:val="28"/>
              </w:rPr>
              <w:t xml:space="preserve"> 5800-Н МР</w:t>
            </w:r>
            <w:r>
              <w:rPr>
                <w:sz w:val="28"/>
                <w:szCs w:val="28"/>
              </w:rPr>
              <w:t>.</w:t>
            </w:r>
          </w:p>
          <w:p w:rsidR="00D93962" w:rsidRPr="00866146" w:rsidRDefault="00D93962" w:rsidP="00BE7FF1">
            <w:pPr>
              <w:rPr>
                <w:b/>
                <w:sz w:val="28"/>
                <w:szCs w:val="28"/>
              </w:rPr>
            </w:pPr>
            <w:r w:rsidRPr="00866146">
              <w:rPr>
                <w:b/>
                <w:sz w:val="28"/>
                <w:szCs w:val="28"/>
                <w:lang w:val="en-US"/>
              </w:rPr>
              <w:t>NSN: 5998-01-370-4193</w:t>
            </w:r>
          </w:p>
        </w:tc>
      </w:tr>
    </w:tbl>
    <w:p w:rsidR="00D93962" w:rsidRPr="005622B5" w:rsidRDefault="00D93962" w:rsidP="00392ABF">
      <w:pPr>
        <w:jc w:val="both"/>
        <w:rPr>
          <w:sz w:val="28"/>
          <w:szCs w:val="28"/>
        </w:rPr>
      </w:pPr>
      <w:r w:rsidRPr="005622B5">
        <w:rPr>
          <w:sz w:val="28"/>
          <w:szCs w:val="28"/>
        </w:rPr>
        <w:t xml:space="preserve">                     </w:t>
      </w:r>
    </w:p>
    <w:p w:rsidR="00D93962" w:rsidRDefault="00D93962" w:rsidP="00392ABF">
      <w:pPr>
        <w:rPr>
          <w:color w:val="000000"/>
          <w:sz w:val="28"/>
          <w:szCs w:val="28"/>
          <w:lang w:val="ru-RU"/>
        </w:rPr>
      </w:pPr>
    </w:p>
    <w:p w:rsidR="00D93962" w:rsidRDefault="00D93962" w:rsidP="00392ABF">
      <w:pPr>
        <w:rPr>
          <w:color w:val="000000"/>
          <w:sz w:val="28"/>
          <w:szCs w:val="28"/>
          <w:lang w:val="ru-RU"/>
        </w:rPr>
      </w:pPr>
    </w:p>
    <w:p w:rsidR="00D93962" w:rsidRPr="00F3595D" w:rsidRDefault="00D93962" w:rsidP="00460D7C">
      <w:pPr>
        <w:tabs>
          <w:tab w:val="left" w:pos="-3240"/>
        </w:tabs>
        <w:jc w:val="center"/>
        <w:outlineLvl w:val="0"/>
        <w:rPr>
          <w:b/>
          <w:sz w:val="28"/>
          <w:szCs w:val="28"/>
          <w:lang w:val="en-US"/>
        </w:rPr>
      </w:pPr>
    </w:p>
    <w:p w:rsidR="00D93962" w:rsidRPr="005622B5" w:rsidRDefault="00D93962" w:rsidP="00460D7C">
      <w:pPr>
        <w:tabs>
          <w:tab w:val="left" w:pos="-3240"/>
        </w:tabs>
        <w:jc w:val="center"/>
        <w:outlineLvl w:val="0"/>
        <w:rPr>
          <w:b/>
          <w:sz w:val="28"/>
          <w:szCs w:val="28"/>
        </w:rPr>
      </w:pPr>
    </w:p>
    <w:p w:rsidR="00D93962" w:rsidRDefault="00D93962" w:rsidP="00CE03E0">
      <w:pPr>
        <w:rPr>
          <w:color w:val="000000"/>
          <w:sz w:val="28"/>
          <w:szCs w:val="28"/>
          <w:lang w:val="ru-RU"/>
        </w:rPr>
      </w:pPr>
    </w:p>
    <w:p w:rsidR="00D93962" w:rsidRPr="007508FB" w:rsidRDefault="00D93962" w:rsidP="00CE03E0">
      <w:pPr>
        <w:rPr>
          <w:color w:val="000000"/>
          <w:sz w:val="28"/>
          <w:szCs w:val="28"/>
          <w:lang w:val="en-US"/>
        </w:rPr>
      </w:pPr>
    </w:p>
    <w:sectPr w:rsidR="00D93962" w:rsidRPr="007508FB" w:rsidSect="00871C06">
      <w:footerReference w:type="even" r:id="rId7"/>
      <w:footerReference w:type="default" r:id="rId8"/>
      <w:pgSz w:w="11906" w:h="16838"/>
      <w:pgMar w:top="1134" w:right="719" w:bottom="720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962" w:rsidRDefault="00D93962">
      <w:r>
        <w:separator/>
      </w:r>
    </w:p>
  </w:endnote>
  <w:endnote w:type="continuationSeparator" w:id="1">
    <w:p w:rsidR="00D93962" w:rsidRDefault="00D93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962" w:rsidRDefault="00D93962" w:rsidP="00F504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3962" w:rsidRDefault="00D93962" w:rsidP="00427E8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962" w:rsidRDefault="00D93962" w:rsidP="00F504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3962" w:rsidRDefault="00D93962" w:rsidP="00427E8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962" w:rsidRDefault="00D93962">
      <w:r>
        <w:separator/>
      </w:r>
    </w:p>
  </w:footnote>
  <w:footnote w:type="continuationSeparator" w:id="1">
    <w:p w:rsidR="00D93962" w:rsidRDefault="00D93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543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92186E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0FC7684B"/>
    <w:multiLevelType w:val="hybridMultilevel"/>
    <w:tmpl w:val="24703A98"/>
    <w:lvl w:ilvl="0" w:tplc="C82E36A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">
    <w:nsid w:val="18EC562D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>
    <w:nsid w:val="1BB94FAD"/>
    <w:multiLevelType w:val="hybridMultilevel"/>
    <w:tmpl w:val="DC60D2A6"/>
    <w:lvl w:ilvl="0" w:tplc="5F56F2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FC1F0A"/>
    <w:multiLevelType w:val="hybridMultilevel"/>
    <w:tmpl w:val="06821870"/>
    <w:lvl w:ilvl="0" w:tplc="1834FD6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6">
    <w:nsid w:val="2DB834FE"/>
    <w:multiLevelType w:val="hybridMultilevel"/>
    <w:tmpl w:val="D0B8D40A"/>
    <w:lvl w:ilvl="0" w:tplc="17AEDB56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color w:val="auto"/>
      </w:rPr>
    </w:lvl>
    <w:lvl w:ilvl="1" w:tplc="5F56F27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E27C9F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>
    <w:nsid w:val="42824690"/>
    <w:multiLevelType w:val="multilevel"/>
    <w:tmpl w:val="0402001F"/>
    <w:numStyleLink w:val="111111"/>
  </w:abstractNum>
  <w:abstractNum w:abstractNumId="9">
    <w:nsid w:val="5F201A66"/>
    <w:multiLevelType w:val="hybridMultilevel"/>
    <w:tmpl w:val="BE8C7996"/>
    <w:lvl w:ilvl="0" w:tplc="4D10CE6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0">
    <w:nsid w:val="671F633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70320B24"/>
    <w:multiLevelType w:val="hybridMultilevel"/>
    <w:tmpl w:val="DB58550A"/>
    <w:lvl w:ilvl="0" w:tplc="4A0075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4A0075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4716F3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7A387F8D"/>
    <w:multiLevelType w:val="multilevel"/>
    <w:tmpl w:val="848208F8"/>
    <w:lvl w:ilvl="0">
      <w:start w:val="1"/>
      <w:numFmt w:val="decimal"/>
      <w:lvlText w:val="%1."/>
      <w:lvlJc w:val="left"/>
      <w:pPr>
        <w:ind w:left="1637" w:hanging="36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sz w:val="28"/>
          <w:szCs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2232"/>
          </w:tabs>
          <w:ind w:left="2232" w:hanging="432"/>
        </w:pPr>
        <w:rPr>
          <w:rFonts w:cs="Times New Roman"/>
        </w:rPr>
      </w:lvl>
    </w:lvlOverride>
  </w:num>
  <w:num w:numId="8">
    <w:abstractNumId w:val="1"/>
  </w:num>
  <w:num w:numId="9">
    <w:abstractNumId w:val="9"/>
  </w:num>
  <w:num w:numId="10">
    <w:abstractNumId w:val="10"/>
  </w:num>
  <w:num w:numId="11">
    <w:abstractNumId w:val="3"/>
  </w:num>
  <w:num w:numId="12">
    <w:abstractNumId w:val="12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CE4"/>
    <w:rsid w:val="000021F3"/>
    <w:rsid w:val="000116DD"/>
    <w:rsid w:val="00025E63"/>
    <w:rsid w:val="00033564"/>
    <w:rsid w:val="00034283"/>
    <w:rsid w:val="00042565"/>
    <w:rsid w:val="000468B5"/>
    <w:rsid w:val="00047D70"/>
    <w:rsid w:val="00051377"/>
    <w:rsid w:val="000602C5"/>
    <w:rsid w:val="000665C9"/>
    <w:rsid w:val="00075DEB"/>
    <w:rsid w:val="00080007"/>
    <w:rsid w:val="0009340F"/>
    <w:rsid w:val="000934E8"/>
    <w:rsid w:val="000A0722"/>
    <w:rsid w:val="000A503A"/>
    <w:rsid w:val="000B3A1D"/>
    <w:rsid w:val="000B7EB0"/>
    <w:rsid w:val="000C4FB3"/>
    <w:rsid w:val="000D0ADB"/>
    <w:rsid w:val="000D6AC1"/>
    <w:rsid w:val="000E325D"/>
    <w:rsid w:val="000F1F6C"/>
    <w:rsid w:val="000F2C4A"/>
    <w:rsid w:val="000F39CA"/>
    <w:rsid w:val="00103ABE"/>
    <w:rsid w:val="0011084F"/>
    <w:rsid w:val="00113E63"/>
    <w:rsid w:val="00114C1A"/>
    <w:rsid w:val="00122F2F"/>
    <w:rsid w:val="001237B0"/>
    <w:rsid w:val="00125913"/>
    <w:rsid w:val="0012622F"/>
    <w:rsid w:val="0012739A"/>
    <w:rsid w:val="001274DA"/>
    <w:rsid w:val="00131C40"/>
    <w:rsid w:val="00136CC8"/>
    <w:rsid w:val="0014258B"/>
    <w:rsid w:val="0014441D"/>
    <w:rsid w:val="00146177"/>
    <w:rsid w:val="00151240"/>
    <w:rsid w:val="0017041D"/>
    <w:rsid w:val="0018007D"/>
    <w:rsid w:val="001851E0"/>
    <w:rsid w:val="00186339"/>
    <w:rsid w:val="00190A1A"/>
    <w:rsid w:val="00195251"/>
    <w:rsid w:val="001B2CE3"/>
    <w:rsid w:val="001B722D"/>
    <w:rsid w:val="001D5088"/>
    <w:rsid w:val="001E1126"/>
    <w:rsid w:val="001F3170"/>
    <w:rsid w:val="001F7A31"/>
    <w:rsid w:val="00206F93"/>
    <w:rsid w:val="0020752B"/>
    <w:rsid w:val="00222753"/>
    <w:rsid w:val="002228B8"/>
    <w:rsid w:val="00222EB7"/>
    <w:rsid w:val="00225D1D"/>
    <w:rsid w:val="002335B9"/>
    <w:rsid w:val="00236E2F"/>
    <w:rsid w:val="00236FBE"/>
    <w:rsid w:val="00245153"/>
    <w:rsid w:val="00246D27"/>
    <w:rsid w:val="00257A66"/>
    <w:rsid w:val="002636E1"/>
    <w:rsid w:val="00264155"/>
    <w:rsid w:val="00281BEF"/>
    <w:rsid w:val="00283641"/>
    <w:rsid w:val="002968AD"/>
    <w:rsid w:val="002A136E"/>
    <w:rsid w:val="002B3C26"/>
    <w:rsid w:val="002B707D"/>
    <w:rsid w:val="002B7101"/>
    <w:rsid w:val="002C578B"/>
    <w:rsid w:val="002D5992"/>
    <w:rsid w:val="002E2644"/>
    <w:rsid w:val="002F6B1E"/>
    <w:rsid w:val="00322FB5"/>
    <w:rsid w:val="0034474E"/>
    <w:rsid w:val="0034502D"/>
    <w:rsid w:val="00350702"/>
    <w:rsid w:val="00360265"/>
    <w:rsid w:val="003660D2"/>
    <w:rsid w:val="00366988"/>
    <w:rsid w:val="0037679C"/>
    <w:rsid w:val="0038544E"/>
    <w:rsid w:val="00385A18"/>
    <w:rsid w:val="00386299"/>
    <w:rsid w:val="00387C22"/>
    <w:rsid w:val="00390DB1"/>
    <w:rsid w:val="00392ABF"/>
    <w:rsid w:val="00395D26"/>
    <w:rsid w:val="003A41C0"/>
    <w:rsid w:val="003B061C"/>
    <w:rsid w:val="003B1112"/>
    <w:rsid w:val="003C2151"/>
    <w:rsid w:val="003D5024"/>
    <w:rsid w:val="003E0932"/>
    <w:rsid w:val="003F6809"/>
    <w:rsid w:val="0040528C"/>
    <w:rsid w:val="0041483F"/>
    <w:rsid w:val="0041505A"/>
    <w:rsid w:val="00420F8F"/>
    <w:rsid w:val="004245A8"/>
    <w:rsid w:val="00427E88"/>
    <w:rsid w:val="00427FFE"/>
    <w:rsid w:val="00442F84"/>
    <w:rsid w:val="00453FF1"/>
    <w:rsid w:val="00454688"/>
    <w:rsid w:val="00460D7C"/>
    <w:rsid w:val="00461D3A"/>
    <w:rsid w:val="00462502"/>
    <w:rsid w:val="004671D5"/>
    <w:rsid w:val="004717DE"/>
    <w:rsid w:val="00473463"/>
    <w:rsid w:val="0047430E"/>
    <w:rsid w:val="00480471"/>
    <w:rsid w:val="004922B1"/>
    <w:rsid w:val="004A1D01"/>
    <w:rsid w:val="004A79D0"/>
    <w:rsid w:val="004B7B20"/>
    <w:rsid w:val="004C252A"/>
    <w:rsid w:val="004C2622"/>
    <w:rsid w:val="004C6817"/>
    <w:rsid w:val="004C6D7F"/>
    <w:rsid w:val="004F2497"/>
    <w:rsid w:val="004F4ECB"/>
    <w:rsid w:val="00503353"/>
    <w:rsid w:val="00507536"/>
    <w:rsid w:val="00530A20"/>
    <w:rsid w:val="00537089"/>
    <w:rsid w:val="00552374"/>
    <w:rsid w:val="005556F3"/>
    <w:rsid w:val="005622B5"/>
    <w:rsid w:val="00565323"/>
    <w:rsid w:val="0057158F"/>
    <w:rsid w:val="00573D87"/>
    <w:rsid w:val="00574CCF"/>
    <w:rsid w:val="00580E93"/>
    <w:rsid w:val="00584B67"/>
    <w:rsid w:val="005858F1"/>
    <w:rsid w:val="0058599C"/>
    <w:rsid w:val="0058665C"/>
    <w:rsid w:val="005A225E"/>
    <w:rsid w:val="005B4182"/>
    <w:rsid w:val="005B56F3"/>
    <w:rsid w:val="005B6184"/>
    <w:rsid w:val="005C008F"/>
    <w:rsid w:val="005C2D99"/>
    <w:rsid w:val="005D0A18"/>
    <w:rsid w:val="005D2010"/>
    <w:rsid w:val="005D44DD"/>
    <w:rsid w:val="005E30E3"/>
    <w:rsid w:val="005E3B7E"/>
    <w:rsid w:val="005E4077"/>
    <w:rsid w:val="005E6DD9"/>
    <w:rsid w:val="005F071D"/>
    <w:rsid w:val="005F3B6C"/>
    <w:rsid w:val="005F6046"/>
    <w:rsid w:val="00602A4F"/>
    <w:rsid w:val="00605559"/>
    <w:rsid w:val="00615701"/>
    <w:rsid w:val="0062722E"/>
    <w:rsid w:val="00634995"/>
    <w:rsid w:val="0063663B"/>
    <w:rsid w:val="00641005"/>
    <w:rsid w:val="0064514E"/>
    <w:rsid w:val="006645CD"/>
    <w:rsid w:val="0067668B"/>
    <w:rsid w:val="00692273"/>
    <w:rsid w:val="00697DD9"/>
    <w:rsid w:val="006A2288"/>
    <w:rsid w:val="006A45E9"/>
    <w:rsid w:val="006B3A7B"/>
    <w:rsid w:val="006B49D8"/>
    <w:rsid w:val="006B4E82"/>
    <w:rsid w:val="006C4A9A"/>
    <w:rsid w:val="006D08C1"/>
    <w:rsid w:val="006D6771"/>
    <w:rsid w:val="006E238F"/>
    <w:rsid w:val="006F4A90"/>
    <w:rsid w:val="0070511F"/>
    <w:rsid w:val="00706B10"/>
    <w:rsid w:val="0071098B"/>
    <w:rsid w:val="00715244"/>
    <w:rsid w:val="00722D1C"/>
    <w:rsid w:val="00734985"/>
    <w:rsid w:val="00745E9A"/>
    <w:rsid w:val="0075065B"/>
    <w:rsid w:val="007508FB"/>
    <w:rsid w:val="00751DD4"/>
    <w:rsid w:val="00755745"/>
    <w:rsid w:val="00761AC7"/>
    <w:rsid w:val="00761B04"/>
    <w:rsid w:val="007742FF"/>
    <w:rsid w:val="0077640A"/>
    <w:rsid w:val="0077751C"/>
    <w:rsid w:val="0079046B"/>
    <w:rsid w:val="00793D8D"/>
    <w:rsid w:val="007947CC"/>
    <w:rsid w:val="0079622D"/>
    <w:rsid w:val="007A0825"/>
    <w:rsid w:val="007A3D8F"/>
    <w:rsid w:val="007B1EF4"/>
    <w:rsid w:val="007B6745"/>
    <w:rsid w:val="007C1095"/>
    <w:rsid w:val="007C2549"/>
    <w:rsid w:val="007C326E"/>
    <w:rsid w:val="007D1302"/>
    <w:rsid w:val="007D3E73"/>
    <w:rsid w:val="007D5CEA"/>
    <w:rsid w:val="007D60F7"/>
    <w:rsid w:val="007D7CDA"/>
    <w:rsid w:val="007E545D"/>
    <w:rsid w:val="007F7C77"/>
    <w:rsid w:val="008053AF"/>
    <w:rsid w:val="00806E53"/>
    <w:rsid w:val="00827E53"/>
    <w:rsid w:val="00830DE0"/>
    <w:rsid w:val="0083645B"/>
    <w:rsid w:val="00841C66"/>
    <w:rsid w:val="00843BFA"/>
    <w:rsid w:val="00846E24"/>
    <w:rsid w:val="00850260"/>
    <w:rsid w:val="008544A4"/>
    <w:rsid w:val="00866146"/>
    <w:rsid w:val="00871979"/>
    <w:rsid w:val="00871C06"/>
    <w:rsid w:val="00883A08"/>
    <w:rsid w:val="008A6D73"/>
    <w:rsid w:val="008B7474"/>
    <w:rsid w:val="008D4964"/>
    <w:rsid w:val="008D65CE"/>
    <w:rsid w:val="008F1D9D"/>
    <w:rsid w:val="008F4A7E"/>
    <w:rsid w:val="00907406"/>
    <w:rsid w:val="009230B2"/>
    <w:rsid w:val="00925F4A"/>
    <w:rsid w:val="009323BB"/>
    <w:rsid w:val="00951652"/>
    <w:rsid w:val="00962FC5"/>
    <w:rsid w:val="0096607A"/>
    <w:rsid w:val="009702B9"/>
    <w:rsid w:val="00974864"/>
    <w:rsid w:val="009754CF"/>
    <w:rsid w:val="00983C2F"/>
    <w:rsid w:val="00987A3A"/>
    <w:rsid w:val="0099309F"/>
    <w:rsid w:val="00993640"/>
    <w:rsid w:val="009C01E1"/>
    <w:rsid w:val="009C0692"/>
    <w:rsid w:val="009C4BED"/>
    <w:rsid w:val="009C6698"/>
    <w:rsid w:val="009D7B8C"/>
    <w:rsid w:val="009E4899"/>
    <w:rsid w:val="009F15A1"/>
    <w:rsid w:val="009F2BA3"/>
    <w:rsid w:val="009F4A2A"/>
    <w:rsid w:val="00A0142F"/>
    <w:rsid w:val="00A25F26"/>
    <w:rsid w:val="00A301AD"/>
    <w:rsid w:val="00A34416"/>
    <w:rsid w:val="00A42B97"/>
    <w:rsid w:val="00A45DCC"/>
    <w:rsid w:val="00A4721A"/>
    <w:rsid w:val="00A472F3"/>
    <w:rsid w:val="00A503D3"/>
    <w:rsid w:val="00A62CE4"/>
    <w:rsid w:val="00A630F8"/>
    <w:rsid w:val="00A72826"/>
    <w:rsid w:val="00A737CE"/>
    <w:rsid w:val="00A77396"/>
    <w:rsid w:val="00A87468"/>
    <w:rsid w:val="00A92CC8"/>
    <w:rsid w:val="00A93BF1"/>
    <w:rsid w:val="00A942D9"/>
    <w:rsid w:val="00AA07E9"/>
    <w:rsid w:val="00AB156D"/>
    <w:rsid w:val="00AB1704"/>
    <w:rsid w:val="00AB72A5"/>
    <w:rsid w:val="00AC7B06"/>
    <w:rsid w:val="00AC7F05"/>
    <w:rsid w:val="00AE4CC1"/>
    <w:rsid w:val="00B00CA8"/>
    <w:rsid w:val="00B07906"/>
    <w:rsid w:val="00B15FD8"/>
    <w:rsid w:val="00B20717"/>
    <w:rsid w:val="00B3371D"/>
    <w:rsid w:val="00B36C07"/>
    <w:rsid w:val="00B57EA3"/>
    <w:rsid w:val="00B826F9"/>
    <w:rsid w:val="00B82B2A"/>
    <w:rsid w:val="00B87188"/>
    <w:rsid w:val="00BA39E9"/>
    <w:rsid w:val="00BB561C"/>
    <w:rsid w:val="00BC7F29"/>
    <w:rsid w:val="00BD08A4"/>
    <w:rsid w:val="00BD0F78"/>
    <w:rsid w:val="00BD282C"/>
    <w:rsid w:val="00BD2B18"/>
    <w:rsid w:val="00BD6D39"/>
    <w:rsid w:val="00BE43CD"/>
    <w:rsid w:val="00BE7FF1"/>
    <w:rsid w:val="00BF35E9"/>
    <w:rsid w:val="00BF5305"/>
    <w:rsid w:val="00C20CB6"/>
    <w:rsid w:val="00C23112"/>
    <w:rsid w:val="00C33201"/>
    <w:rsid w:val="00C358AF"/>
    <w:rsid w:val="00C40AEC"/>
    <w:rsid w:val="00C42B3D"/>
    <w:rsid w:val="00C468D5"/>
    <w:rsid w:val="00C47FCB"/>
    <w:rsid w:val="00C52D8F"/>
    <w:rsid w:val="00C64389"/>
    <w:rsid w:val="00C720BD"/>
    <w:rsid w:val="00C77545"/>
    <w:rsid w:val="00C77D4F"/>
    <w:rsid w:val="00C80DF0"/>
    <w:rsid w:val="00C8548F"/>
    <w:rsid w:val="00C9128F"/>
    <w:rsid w:val="00CA330D"/>
    <w:rsid w:val="00CA7115"/>
    <w:rsid w:val="00CB23C2"/>
    <w:rsid w:val="00CB7736"/>
    <w:rsid w:val="00CC7226"/>
    <w:rsid w:val="00CD675D"/>
    <w:rsid w:val="00CE03E0"/>
    <w:rsid w:val="00CE0DCB"/>
    <w:rsid w:val="00CE59A7"/>
    <w:rsid w:val="00CF1464"/>
    <w:rsid w:val="00CF2881"/>
    <w:rsid w:val="00D42AA3"/>
    <w:rsid w:val="00D50B00"/>
    <w:rsid w:val="00D54548"/>
    <w:rsid w:val="00D5693F"/>
    <w:rsid w:val="00D778A8"/>
    <w:rsid w:val="00D93962"/>
    <w:rsid w:val="00DA20BD"/>
    <w:rsid w:val="00DB0160"/>
    <w:rsid w:val="00DB56C9"/>
    <w:rsid w:val="00DD6F8B"/>
    <w:rsid w:val="00DF2AC0"/>
    <w:rsid w:val="00DF3335"/>
    <w:rsid w:val="00DF4181"/>
    <w:rsid w:val="00DF42FC"/>
    <w:rsid w:val="00E01C3D"/>
    <w:rsid w:val="00E10F7F"/>
    <w:rsid w:val="00E202D8"/>
    <w:rsid w:val="00E22E1C"/>
    <w:rsid w:val="00E26ABA"/>
    <w:rsid w:val="00E42F49"/>
    <w:rsid w:val="00E43090"/>
    <w:rsid w:val="00E445EB"/>
    <w:rsid w:val="00E45E3F"/>
    <w:rsid w:val="00E622EF"/>
    <w:rsid w:val="00E766B9"/>
    <w:rsid w:val="00E81BEE"/>
    <w:rsid w:val="00E83C48"/>
    <w:rsid w:val="00E91E7F"/>
    <w:rsid w:val="00E9209B"/>
    <w:rsid w:val="00E94FAC"/>
    <w:rsid w:val="00EA2AC5"/>
    <w:rsid w:val="00EA646B"/>
    <w:rsid w:val="00EC2B15"/>
    <w:rsid w:val="00EC549D"/>
    <w:rsid w:val="00ED22E8"/>
    <w:rsid w:val="00ED7929"/>
    <w:rsid w:val="00EE37D4"/>
    <w:rsid w:val="00EE778E"/>
    <w:rsid w:val="00F32B91"/>
    <w:rsid w:val="00F3595D"/>
    <w:rsid w:val="00F35FEF"/>
    <w:rsid w:val="00F40384"/>
    <w:rsid w:val="00F432A8"/>
    <w:rsid w:val="00F443DA"/>
    <w:rsid w:val="00F459D4"/>
    <w:rsid w:val="00F5045D"/>
    <w:rsid w:val="00F55A95"/>
    <w:rsid w:val="00F55FE8"/>
    <w:rsid w:val="00F65C0E"/>
    <w:rsid w:val="00F71677"/>
    <w:rsid w:val="00F716CC"/>
    <w:rsid w:val="00F72A69"/>
    <w:rsid w:val="00F813B4"/>
    <w:rsid w:val="00F86EA2"/>
    <w:rsid w:val="00F929A4"/>
    <w:rsid w:val="00FA5735"/>
    <w:rsid w:val="00FB26B0"/>
    <w:rsid w:val="00FB4235"/>
    <w:rsid w:val="00FB75EC"/>
    <w:rsid w:val="00FD1B20"/>
    <w:rsid w:val="00FE5FEA"/>
    <w:rsid w:val="00FE6830"/>
    <w:rsid w:val="00FF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1A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A1D0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90740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8599C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427E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59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27E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599C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27E88"/>
    <w:rPr>
      <w:rFonts w:cs="Times New Roman"/>
    </w:rPr>
  </w:style>
  <w:style w:type="paragraph" w:customStyle="1" w:styleId="CharCharCharChar">
    <w:name w:val="Char Char Char Char"/>
    <w:basedOn w:val="Normal"/>
    <w:uiPriority w:val="99"/>
    <w:rsid w:val="00131C4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460D7C"/>
    <w:pPr>
      <w:jc w:val="both"/>
    </w:pPr>
    <w:rPr>
      <w:rFonts w:ascii="Arial" w:hAnsi="Arial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60D7C"/>
    <w:rPr>
      <w:rFonts w:ascii="Arial" w:hAnsi="Arial" w:cs="Times New Roman"/>
      <w:sz w:val="24"/>
      <w:lang w:val="bg-BG"/>
    </w:rPr>
  </w:style>
  <w:style w:type="numbering" w:styleId="111111">
    <w:name w:val="Outline List 2"/>
    <w:basedOn w:val="NoList"/>
    <w:uiPriority w:val="99"/>
    <w:semiHidden/>
    <w:unhideWhenUsed/>
    <w:rsid w:val="00EC614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2</Pages>
  <Words>326</Words>
  <Characters>1860</Characters>
  <Application>Microsoft Office Outlook</Application>
  <DocSecurity>0</DocSecurity>
  <Lines>0</Lines>
  <Paragraphs>0</Paragraphs>
  <ScaleCrop>false</ScaleCrop>
  <Company>BGNAVY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operator</dc:creator>
  <cp:keywords/>
  <dc:description/>
  <cp:lastModifiedBy>arnaudov</cp:lastModifiedBy>
  <cp:revision>19</cp:revision>
  <cp:lastPrinted>2015-11-13T11:02:00Z</cp:lastPrinted>
  <dcterms:created xsi:type="dcterms:W3CDTF">2015-11-13T10:20:00Z</dcterms:created>
  <dcterms:modified xsi:type="dcterms:W3CDTF">2015-11-18T14:57:00Z</dcterms:modified>
</cp:coreProperties>
</file>